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02000" w14:textId="77777777" w:rsidR="00614998" w:rsidRDefault="00B040CA" w:rsidP="004A7131">
      <w:pPr>
        <w:spacing w:before="60" w:after="60" w:line="280" w:lineRule="exact"/>
        <w:jc w:val="center"/>
        <w:rPr>
          <w:rStyle w:val="Fett"/>
          <w:rFonts w:ascii="Arial" w:hAnsi="Arial" w:cs="Arial"/>
          <w:bCs w:val="0"/>
          <w:color w:val="000000"/>
          <w:sz w:val="28"/>
          <w:szCs w:val="28"/>
        </w:rPr>
      </w:pPr>
      <w:r>
        <w:rPr>
          <w:rStyle w:val="Fett"/>
          <w:rFonts w:ascii="Arial" w:hAnsi="Arial" w:cs="Arial"/>
          <w:bCs w:val="0"/>
          <w:color w:val="000000"/>
          <w:sz w:val="28"/>
          <w:szCs w:val="28"/>
        </w:rPr>
        <w:t>Betriebsratsw</w:t>
      </w:r>
      <w:r w:rsidR="00614998">
        <w:rPr>
          <w:rStyle w:val="Fett"/>
          <w:rFonts w:ascii="Arial" w:hAnsi="Arial" w:cs="Arial"/>
          <w:bCs w:val="0"/>
          <w:color w:val="000000"/>
          <w:sz w:val="28"/>
          <w:szCs w:val="28"/>
        </w:rPr>
        <w:t xml:space="preserve">ahl: </w:t>
      </w:r>
      <w:r w:rsidR="00C926C0" w:rsidRPr="0071729D">
        <w:rPr>
          <w:rStyle w:val="Fett"/>
          <w:rFonts w:ascii="Arial" w:hAnsi="Arial" w:cs="Arial"/>
          <w:bCs w:val="0"/>
          <w:color w:val="000000"/>
          <w:sz w:val="28"/>
          <w:szCs w:val="28"/>
        </w:rPr>
        <w:t>Bekanntgabe des Nichtstattfindens</w:t>
      </w:r>
      <w:r w:rsidR="002B5C6F">
        <w:rPr>
          <w:rStyle w:val="Fett"/>
          <w:rFonts w:ascii="Arial" w:hAnsi="Arial" w:cs="Arial"/>
          <w:bCs w:val="0"/>
          <w:color w:val="000000"/>
          <w:sz w:val="28"/>
          <w:szCs w:val="28"/>
        </w:rPr>
        <w:t xml:space="preserve"> </w:t>
      </w:r>
      <w:r w:rsidR="002B5C6F">
        <w:rPr>
          <w:rStyle w:val="Fett"/>
          <w:rFonts w:ascii="Arial" w:hAnsi="Arial" w:cs="Arial"/>
          <w:bCs w:val="0"/>
          <w:color w:val="000000"/>
          <w:sz w:val="28"/>
          <w:szCs w:val="28"/>
        </w:rPr>
        <w:br/>
        <w:t>(Nachfrist, Vorschlagsliste)</w:t>
      </w:r>
    </w:p>
    <w:p w14:paraId="739895EF" w14:textId="77777777" w:rsidR="00D67D6C" w:rsidRDefault="00D67D6C" w:rsidP="004A7131">
      <w:pPr>
        <w:spacing w:before="60" w:after="60" w:line="280" w:lineRule="exact"/>
        <w:rPr>
          <w:rFonts w:ascii="Arial" w:hAnsi="Arial" w:cs="Arial"/>
        </w:rPr>
      </w:pPr>
    </w:p>
    <w:p w14:paraId="3FBCEE48" w14:textId="77777777" w:rsidR="00D67D6C" w:rsidRDefault="00D67D6C" w:rsidP="004A7131">
      <w:pPr>
        <w:spacing w:before="60" w:after="60" w:line="280" w:lineRule="exact"/>
        <w:rPr>
          <w:rFonts w:ascii="Arial" w:hAnsi="Arial" w:cs="Arial"/>
        </w:rPr>
      </w:pPr>
    </w:p>
    <w:p w14:paraId="4E0E0EC1" w14:textId="77777777" w:rsidR="00C926C0" w:rsidRPr="0071729D" w:rsidRDefault="00C926C0" w:rsidP="004A7131">
      <w:pPr>
        <w:spacing w:before="60" w:after="60" w:line="280" w:lineRule="exact"/>
        <w:jc w:val="center"/>
        <w:rPr>
          <w:rFonts w:ascii="Arial" w:hAnsi="Arial" w:cs="Arial"/>
          <w:b/>
        </w:rPr>
      </w:pPr>
      <w:r w:rsidRPr="0071729D">
        <w:rPr>
          <w:rFonts w:ascii="Arial" w:hAnsi="Arial" w:cs="Arial"/>
          <w:b/>
        </w:rPr>
        <w:t>Nich</w:t>
      </w:r>
      <w:r w:rsidR="003E66AC" w:rsidRPr="0071729D">
        <w:rPr>
          <w:rFonts w:ascii="Arial" w:hAnsi="Arial" w:cs="Arial"/>
          <w:b/>
        </w:rPr>
        <w:t>t</w:t>
      </w:r>
      <w:r w:rsidRPr="0071729D">
        <w:rPr>
          <w:rFonts w:ascii="Arial" w:hAnsi="Arial" w:cs="Arial"/>
          <w:b/>
        </w:rPr>
        <w:t xml:space="preserve">stattfinden der Betriebsratswahl gemäß </w:t>
      </w:r>
      <w:r w:rsidRPr="0071729D">
        <w:rPr>
          <w:rFonts w:ascii="Arial" w:eastAsia="Arial Unicode MS" w:hAnsi="Arial" w:cs="Arial"/>
          <w:b/>
        </w:rPr>
        <w:t>§</w:t>
      </w:r>
      <w:r w:rsidRPr="0071729D">
        <w:rPr>
          <w:rFonts w:ascii="Arial" w:hAnsi="Arial" w:cs="Arial"/>
          <w:b/>
        </w:rPr>
        <w:t xml:space="preserve"> 9 Abs.2 WO</w:t>
      </w:r>
    </w:p>
    <w:p w14:paraId="0C58F0B6" w14:textId="77777777" w:rsidR="00D67D6C" w:rsidRDefault="00D67D6C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4B172D7D" w14:textId="77777777" w:rsidR="004A7131" w:rsidRDefault="004A7131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5338F72A" w14:textId="77777777" w:rsidR="00C926C0" w:rsidRPr="00D67D6C" w:rsidRDefault="00C926C0" w:rsidP="004A7131">
      <w:pPr>
        <w:spacing w:before="60" w:after="60" w:line="280" w:lineRule="exact"/>
        <w:rPr>
          <w:rFonts w:ascii="Arial" w:hAnsi="Arial" w:cs="Arial"/>
          <w:b/>
          <w:sz w:val="22"/>
          <w:szCs w:val="22"/>
        </w:rPr>
      </w:pPr>
      <w:r w:rsidRPr="00D67D6C">
        <w:rPr>
          <w:rFonts w:ascii="Arial" w:hAnsi="Arial" w:cs="Arial"/>
          <w:b/>
          <w:sz w:val="22"/>
          <w:szCs w:val="22"/>
        </w:rPr>
        <w:t>Der Wahlvorstand gibt bekannt:</w:t>
      </w:r>
    </w:p>
    <w:p w14:paraId="4B6EEF88" w14:textId="77777777" w:rsidR="00D67D6C" w:rsidRDefault="00D67D6C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79E8161C" w14:textId="77777777" w:rsidR="00D67D6C" w:rsidRDefault="00C926C0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  <w:r w:rsidRPr="00D67D6C">
        <w:rPr>
          <w:rFonts w:ascii="Arial" w:hAnsi="Arial" w:cs="Arial"/>
          <w:sz w:val="22"/>
          <w:szCs w:val="22"/>
        </w:rPr>
        <w:t>Da für die durchzuführende Wahl des Betriebsrats ... auch innerhalb der gesetzten Nachfrist bis ... keine (gültige) Vo</w:t>
      </w:r>
      <w:r w:rsidR="00627D05">
        <w:rPr>
          <w:rFonts w:ascii="Arial" w:hAnsi="Arial" w:cs="Arial"/>
          <w:sz w:val="22"/>
          <w:szCs w:val="22"/>
        </w:rPr>
        <w:t>rschlagsliste beim Wahlvorstand</w:t>
      </w:r>
      <w:r w:rsidRPr="00D67D6C">
        <w:rPr>
          <w:rFonts w:ascii="Arial" w:hAnsi="Arial" w:cs="Arial"/>
          <w:sz w:val="22"/>
          <w:szCs w:val="22"/>
        </w:rPr>
        <w:t xml:space="preserve"> eingereicht wurde, findet gemäß </w:t>
      </w:r>
    </w:p>
    <w:p w14:paraId="57A52AFA" w14:textId="77777777" w:rsidR="00C926C0" w:rsidRPr="00D67D6C" w:rsidRDefault="00C926C0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  <w:r w:rsidRPr="00D67D6C">
        <w:rPr>
          <w:rFonts w:ascii="Arial" w:eastAsia="Arial Unicode MS" w:hAnsi="Arial" w:cs="Arial"/>
          <w:sz w:val="22"/>
          <w:szCs w:val="22"/>
        </w:rPr>
        <w:t>§</w:t>
      </w:r>
      <w:r w:rsidRPr="00D67D6C">
        <w:rPr>
          <w:rFonts w:ascii="Arial" w:hAnsi="Arial" w:cs="Arial"/>
          <w:sz w:val="22"/>
          <w:szCs w:val="22"/>
        </w:rPr>
        <w:t xml:space="preserve"> 9 Abs.2 WO die Betriebsratswahl ... in unserem Betrieb nicht statt.</w:t>
      </w:r>
    </w:p>
    <w:p w14:paraId="766EADEE" w14:textId="77777777" w:rsidR="00B404C6" w:rsidRDefault="00B404C6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0F137FFF" w14:textId="77777777" w:rsidR="00D67D6C" w:rsidRPr="00D67D6C" w:rsidRDefault="00D67D6C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7A2208EA" w14:textId="77777777" w:rsidR="00C926C0" w:rsidRPr="00D67D6C" w:rsidRDefault="00D67D6C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Ort, Datum</w:t>
      </w:r>
    </w:p>
    <w:p w14:paraId="06BCEA74" w14:textId="77777777" w:rsidR="00B404C6" w:rsidRDefault="00B404C6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187B17EB" w14:textId="77777777" w:rsidR="00D67D6C" w:rsidRPr="00D67D6C" w:rsidRDefault="00D67D6C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4551598E" w14:textId="77777777" w:rsidR="00C926C0" w:rsidRDefault="00C926C0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  <w:r w:rsidRPr="00D67D6C">
        <w:rPr>
          <w:rFonts w:ascii="Arial" w:hAnsi="Arial" w:cs="Arial"/>
          <w:sz w:val="22"/>
          <w:szCs w:val="22"/>
        </w:rPr>
        <w:t xml:space="preserve"> Der Wahlvorstand:</w:t>
      </w:r>
    </w:p>
    <w:p w14:paraId="5CE5657D" w14:textId="77777777" w:rsidR="00D67D6C" w:rsidRPr="00D67D6C" w:rsidRDefault="00D67D6C" w:rsidP="004A7131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5" w:type="dxa"/>
        <w:tblLayout w:type="fixed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880C00" w14:paraId="2C71B74B" w14:textId="77777777" w:rsidTr="00880C00">
        <w:tc>
          <w:tcPr>
            <w:tcW w:w="3118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773627F" w14:textId="77777777" w:rsidR="00880C00" w:rsidRDefault="00880C00">
            <w:pPr>
              <w:spacing w:before="60" w:after="60" w:line="280" w:lineRule="exact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_____________________</w:t>
            </w:r>
          </w:p>
        </w:tc>
        <w:tc>
          <w:tcPr>
            <w:tcW w:w="3119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096862A" w14:textId="77777777" w:rsidR="00880C00" w:rsidRDefault="00880C00">
            <w:pPr>
              <w:spacing w:before="60" w:after="60" w:line="280" w:lineRule="exact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_____________________</w:t>
            </w:r>
          </w:p>
        </w:tc>
        <w:tc>
          <w:tcPr>
            <w:tcW w:w="3119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9A5E5E8" w14:textId="77777777" w:rsidR="00880C00" w:rsidRDefault="00880C00">
            <w:pPr>
              <w:spacing w:before="60" w:after="60" w:line="280" w:lineRule="exact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_____________________</w:t>
            </w:r>
          </w:p>
        </w:tc>
      </w:tr>
      <w:tr w:rsidR="00880C00" w14:paraId="532858AA" w14:textId="77777777" w:rsidTr="00880C00">
        <w:tc>
          <w:tcPr>
            <w:tcW w:w="3118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1919310" w14:textId="77777777" w:rsidR="00880C00" w:rsidRDefault="00880C00">
            <w:pPr>
              <w:spacing w:before="60" w:after="60" w:line="280" w:lineRule="exact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(Unterschrift)</w:t>
            </w:r>
          </w:p>
        </w:tc>
        <w:tc>
          <w:tcPr>
            <w:tcW w:w="3119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8C385FB" w14:textId="77777777" w:rsidR="00880C00" w:rsidRDefault="00880C00">
            <w:pPr>
              <w:spacing w:before="60" w:after="60" w:line="280" w:lineRule="exact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(Unterschrift)</w:t>
            </w:r>
          </w:p>
        </w:tc>
        <w:tc>
          <w:tcPr>
            <w:tcW w:w="3119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FF7DEBA" w14:textId="77777777" w:rsidR="00880C00" w:rsidRDefault="00880C00">
            <w:pPr>
              <w:spacing w:before="60" w:after="60" w:line="280" w:lineRule="exact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(Unterschrift)</w:t>
            </w:r>
          </w:p>
        </w:tc>
      </w:tr>
    </w:tbl>
    <w:p w14:paraId="4DDE5C75" w14:textId="77777777" w:rsidR="00C926C0" w:rsidRPr="00D67D6C" w:rsidRDefault="00C926C0" w:rsidP="00880C00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sectPr w:rsidR="00C926C0" w:rsidRPr="00D67D6C" w:rsidSect="0071729D">
      <w:footerReference w:type="default" r:id="rId7"/>
      <w:pgSz w:w="11907" w:h="16839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E9CF1" w14:textId="77777777" w:rsidR="00185956" w:rsidRDefault="00185956">
      <w:r>
        <w:separator/>
      </w:r>
    </w:p>
  </w:endnote>
  <w:endnote w:type="continuationSeparator" w:id="0">
    <w:p w14:paraId="2F786029" w14:textId="77777777" w:rsidR="00185956" w:rsidRDefault="0018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BC1FA" w14:textId="24D7FAB3" w:rsidR="0071729D" w:rsidRPr="0071729D" w:rsidRDefault="0071729D" w:rsidP="0071729D">
    <w:pPr>
      <w:pStyle w:val="Fuzeile"/>
      <w:tabs>
        <w:tab w:val="clear" w:pos="9072"/>
        <w:tab w:val="right" w:pos="9355"/>
      </w:tabs>
      <w:ind w:right="-1"/>
      <w:rPr>
        <w:rFonts w:ascii="Arial" w:hAnsi="Arial" w:cs="Arial"/>
        <w:sz w:val="16"/>
        <w:szCs w:val="16"/>
      </w:rPr>
    </w:pPr>
    <w:r w:rsidRPr="000B5F55">
      <w:rPr>
        <w:rFonts w:ascii="Arial" w:hAnsi="Arial" w:cs="Arial"/>
        <w:sz w:val="16"/>
        <w:szCs w:val="16"/>
      </w:rPr>
      <w:t xml:space="preserve">© WEKA </w:t>
    </w:r>
    <w:r w:rsidR="009E08EE">
      <w:rPr>
        <w:rFonts w:ascii="Arial" w:hAnsi="Arial" w:cs="Arial"/>
        <w:sz w:val="16"/>
        <w:szCs w:val="16"/>
      </w:rPr>
      <w:t>Media</w:t>
    </w:r>
    <w:r w:rsidRPr="000B5F55">
      <w:rPr>
        <w:rFonts w:ascii="Arial" w:hAnsi="Arial" w:cs="Arial"/>
        <w:sz w:val="16"/>
        <w:szCs w:val="16"/>
      </w:rPr>
      <w:t xml:space="preserve"> GmbH &amp; Co. KG</w:t>
    </w:r>
    <w:r w:rsidRPr="000B5F55">
      <w:rPr>
        <w:rFonts w:ascii="Arial" w:hAnsi="Arial" w:cs="Arial"/>
        <w:sz w:val="16"/>
        <w:szCs w:val="16"/>
      </w:rPr>
      <w:tab/>
    </w:r>
    <w:r w:rsidRPr="000B5F55">
      <w:rPr>
        <w:rFonts w:ascii="Arial" w:hAnsi="Arial" w:cs="Arial"/>
        <w:sz w:val="16"/>
        <w:szCs w:val="16"/>
      </w:rPr>
      <w:tab/>
      <w:t xml:space="preserve">Seite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880C00">
      <w:rPr>
        <w:rStyle w:val="Seitenzahl"/>
        <w:rFonts w:ascii="Arial" w:hAnsi="Arial" w:cs="Arial"/>
        <w:noProof/>
        <w:sz w:val="16"/>
        <w:szCs w:val="16"/>
      </w:rPr>
      <w:t>1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  <w:r w:rsidRPr="000B5F55">
      <w:rPr>
        <w:rStyle w:val="Seitenzahl"/>
        <w:rFonts w:ascii="Arial" w:hAnsi="Arial" w:cs="Arial"/>
        <w:sz w:val="16"/>
        <w:szCs w:val="16"/>
      </w:rPr>
      <w:t xml:space="preserve"> von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880C00">
      <w:rPr>
        <w:rStyle w:val="Seitenzahl"/>
        <w:rFonts w:ascii="Arial" w:hAnsi="Arial" w:cs="Arial"/>
        <w:noProof/>
        <w:sz w:val="16"/>
        <w:szCs w:val="16"/>
      </w:rPr>
      <w:t>1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7EE66" w14:textId="77777777" w:rsidR="00185956" w:rsidRDefault="00185956">
      <w:r>
        <w:separator/>
      </w:r>
    </w:p>
  </w:footnote>
  <w:footnote w:type="continuationSeparator" w:id="0">
    <w:p w14:paraId="0E37DFA3" w14:textId="77777777" w:rsidR="00185956" w:rsidRDefault="00185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A8CB2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12F5D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604D7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B66022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3E921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1B4E059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A26C91A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8"/>
    <w:multiLevelType w:val="singleLevel"/>
    <w:tmpl w:val="FCD06B4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C40515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3D"/>
    <w:multiLevelType w:val="singleLevel"/>
    <w:tmpl w:val="0000003D"/>
    <w:lvl w:ilvl="0">
      <w:start w:val="1"/>
      <w:numFmt w:val="none"/>
      <w:pStyle w:val="Aktenzeichen"/>
      <w:lvlText w:val="Az."/>
      <w:lvlJc w:val="left"/>
      <w:rPr>
        <w:rFonts w:ascii="Arial" w:hAnsi="Arial" w:cs="Arial"/>
        <w:color w:val="FF0000"/>
        <w:sz w:val="12"/>
        <w:szCs w:val="12"/>
      </w:rPr>
    </w:lvl>
  </w:abstractNum>
  <w:abstractNum w:abstractNumId="10" w15:restartNumberingAfterBreak="0">
    <w:nsid w:val="0000008F"/>
    <w:multiLevelType w:val="singleLevel"/>
    <w:tmpl w:val="0000008F"/>
    <w:lvl w:ilvl="0">
      <w:start w:val="1"/>
      <w:numFmt w:val="none"/>
      <w:pStyle w:val="VorschriftListe1manuell"/>
      <w:lvlText w:val="M2Ti."/>
      <w:lvlJc w:val="left"/>
      <w:rPr>
        <w:rFonts w:ascii="Arial" w:hAnsi="Arial" w:cs="Arial" w:hint="default"/>
        <w:color w:val="FF0000"/>
        <w:sz w:val="12"/>
        <w:szCs w:val="12"/>
      </w:rPr>
    </w:lvl>
  </w:abstractNum>
  <w:abstractNum w:abstractNumId="11" w15:restartNumberingAfterBreak="0">
    <w:nsid w:val="0000009A"/>
    <w:multiLevelType w:val="singleLevel"/>
    <w:tmpl w:val="0000009A"/>
    <w:lvl w:ilvl="0">
      <w:start w:val="1"/>
      <w:numFmt w:val="none"/>
      <w:pStyle w:val="VorschriftListe2manuell"/>
      <w:lvlText w:val="VL2m"/>
      <w:lvlJc w:val="left"/>
      <w:rPr>
        <w:rFonts w:ascii="Arial" w:hAnsi="Arial" w:cs="Arial"/>
        <w:color w:val="FF0000"/>
        <w:sz w:val="12"/>
        <w:szCs w:val="12"/>
      </w:rPr>
    </w:lvl>
  </w:abstractNum>
  <w:abstractNum w:abstractNumId="12" w15:restartNumberingAfterBreak="0">
    <w:nsid w:val="01BF2BF2"/>
    <w:multiLevelType w:val="hybridMultilevel"/>
    <w:tmpl w:val="C19280C0"/>
    <w:lvl w:ilvl="0" w:tplc="7FE4F2EA">
      <w:start w:val="1"/>
      <w:numFmt w:val="lowerLetter"/>
      <w:pStyle w:val="Liste3alphabetisch"/>
      <w:lvlText w:val="%1)"/>
      <w:lvlJc w:val="left"/>
      <w:pPr>
        <w:tabs>
          <w:tab w:val="num" w:pos="1072"/>
        </w:tabs>
        <w:ind w:left="1072" w:hanging="358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090B58"/>
    <w:multiLevelType w:val="hybridMultilevel"/>
    <w:tmpl w:val="4B4C1810"/>
    <w:lvl w:ilvl="0" w:tplc="6B7A8C5A">
      <w:start w:val="1"/>
      <w:numFmt w:val="lowerLetter"/>
      <w:pStyle w:val="VorschriftListe4alphabetisch"/>
      <w:lvlText w:val="%1)"/>
      <w:lvlJc w:val="left"/>
      <w:pPr>
        <w:tabs>
          <w:tab w:val="num" w:pos="3932"/>
        </w:tabs>
        <w:ind w:left="3929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226"/>
        </w:tabs>
        <w:ind w:left="322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946"/>
        </w:tabs>
        <w:ind w:left="394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666"/>
        </w:tabs>
        <w:ind w:left="466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86"/>
        </w:tabs>
        <w:ind w:left="538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106"/>
        </w:tabs>
        <w:ind w:left="610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826"/>
        </w:tabs>
        <w:ind w:left="682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546"/>
        </w:tabs>
        <w:ind w:left="754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266"/>
        </w:tabs>
        <w:ind w:left="8266" w:hanging="180"/>
      </w:pPr>
    </w:lvl>
  </w:abstractNum>
  <w:abstractNum w:abstractNumId="14" w15:restartNumberingAfterBreak="0">
    <w:nsid w:val="0A133DA6"/>
    <w:multiLevelType w:val="singleLevel"/>
    <w:tmpl w:val="FFC0EBA6"/>
    <w:lvl w:ilvl="0">
      <w:start w:val="1"/>
      <w:numFmt w:val="decimal"/>
      <w:pStyle w:val="VorschriftListe3numerisch"/>
      <w:lvlText w:val="%1."/>
      <w:lvlJc w:val="left"/>
      <w:pPr>
        <w:tabs>
          <w:tab w:val="num" w:pos="1074"/>
        </w:tabs>
        <w:ind w:left="1071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15" w15:restartNumberingAfterBreak="0">
    <w:nsid w:val="0AA45E74"/>
    <w:multiLevelType w:val="hybridMultilevel"/>
    <w:tmpl w:val="57BC1EB0"/>
    <w:lvl w:ilvl="0" w:tplc="1C06593A">
      <w:start w:val="1"/>
      <w:numFmt w:val="lowerLetter"/>
      <w:pStyle w:val="Liste1alphabetisch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A7251C"/>
    <w:multiLevelType w:val="hybridMultilevel"/>
    <w:tmpl w:val="211CAFE8"/>
    <w:lvl w:ilvl="0" w:tplc="C7246CD4">
      <w:start w:val="1"/>
      <w:numFmt w:val="bullet"/>
      <w:pStyle w:val="Liste3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2E12D0"/>
    <w:multiLevelType w:val="hybridMultilevel"/>
    <w:tmpl w:val="35323E2A"/>
    <w:lvl w:ilvl="0" w:tplc="289C4D0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8EFA6F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D0FF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14A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E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90E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9852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2A4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166A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A735F"/>
    <w:multiLevelType w:val="hybridMultilevel"/>
    <w:tmpl w:val="432683A2"/>
    <w:lvl w:ilvl="0" w:tplc="9F32B6FA">
      <w:start w:val="1"/>
      <w:numFmt w:val="decimal"/>
      <w:pStyle w:val="Liste3numerisch"/>
      <w:lvlText w:val="%1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F11078"/>
    <w:multiLevelType w:val="singleLevel"/>
    <w:tmpl w:val="1D886DCC"/>
    <w:lvl w:ilvl="0">
      <w:start w:val="1"/>
      <w:numFmt w:val="lowerLetter"/>
      <w:pStyle w:val="TabelleListe1alphabetisch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0" w15:restartNumberingAfterBreak="0">
    <w:nsid w:val="1F0A082D"/>
    <w:multiLevelType w:val="hybridMultilevel"/>
    <w:tmpl w:val="24308732"/>
    <w:lvl w:ilvl="0" w:tplc="9F32B862">
      <w:start w:val="1"/>
      <w:numFmt w:val="decimal"/>
      <w:pStyle w:val="Liste2numerisch"/>
      <w:lvlText w:val="%1."/>
      <w:lvlJc w:val="left"/>
      <w:pPr>
        <w:tabs>
          <w:tab w:val="num" w:pos="711"/>
        </w:tabs>
        <w:ind w:left="711" w:hanging="354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F1053F9"/>
    <w:multiLevelType w:val="singleLevel"/>
    <w:tmpl w:val="E1F409D8"/>
    <w:lvl w:ilvl="0">
      <w:start w:val="1"/>
      <w:numFmt w:val="decimal"/>
      <w:pStyle w:val="MusterListe2numerisch"/>
      <w:lvlText w:val="%1.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22" w15:restartNumberingAfterBreak="0">
    <w:nsid w:val="24256097"/>
    <w:multiLevelType w:val="singleLevel"/>
    <w:tmpl w:val="B4024D46"/>
    <w:lvl w:ilvl="0">
      <w:start w:val="1"/>
      <w:numFmt w:val="lowerLetter"/>
      <w:pStyle w:val="MusterListe1alphabetisch"/>
      <w:lvlText w:val="%1)"/>
      <w:lvlJc w:val="left"/>
      <w:pPr>
        <w:tabs>
          <w:tab w:val="num" w:pos="363"/>
        </w:tabs>
        <w:ind w:left="363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23" w15:restartNumberingAfterBreak="0">
    <w:nsid w:val="24BE5186"/>
    <w:multiLevelType w:val="singleLevel"/>
    <w:tmpl w:val="843EB88C"/>
    <w:lvl w:ilvl="0">
      <w:start w:val="1"/>
      <w:numFmt w:val="upperRoman"/>
      <w:pStyle w:val="MusterListe2rmisch"/>
      <w:lvlText w:val="%1."/>
      <w:lvlJc w:val="left"/>
      <w:pPr>
        <w:tabs>
          <w:tab w:val="num" w:pos="1072"/>
        </w:tabs>
        <w:ind w:left="1072" w:hanging="715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24" w15:restartNumberingAfterBreak="0">
    <w:nsid w:val="277157A3"/>
    <w:multiLevelType w:val="singleLevel"/>
    <w:tmpl w:val="CD943EE6"/>
    <w:lvl w:ilvl="0">
      <w:start w:val="1"/>
      <w:numFmt w:val="upperRoman"/>
      <w:pStyle w:val="VorschriftListe4rmisch"/>
      <w:lvlText w:val="%1."/>
      <w:lvlJc w:val="left"/>
      <w:pPr>
        <w:tabs>
          <w:tab w:val="num" w:pos="1792"/>
        </w:tabs>
        <w:ind w:left="1429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5" w15:restartNumberingAfterBreak="0">
    <w:nsid w:val="2A734AED"/>
    <w:multiLevelType w:val="singleLevel"/>
    <w:tmpl w:val="F4C4A8DA"/>
    <w:lvl w:ilvl="0">
      <w:start w:val="1"/>
      <w:numFmt w:val="decimal"/>
      <w:pStyle w:val="TabelleListe2numerisch"/>
      <w:lvlText w:val="%1."/>
      <w:lvlJc w:val="left"/>
      <w:pPr>
        <w:tabs>
          <w:tab w:val="num" w:pos="731"/>
        </w:tabs>
        <w:ind w:left="731" w:hanging="374"/>
      </w:pPr>
      <w:rPr>
        <w:rFonts w:ascii="Arial" w:hAnsi="Arial" w:hint="default"/>
        <w:sz w:val="20"/>
      </w:rPr>
    </w:lvl>
  </w:abstractNum>
  <w:abstractNum w:abstractNumId="26" w15:restartNumberingAfterBreak="0">
    <w:nsid w:val="2DA253A0"/>
    <w:multiLevelType w:val="hybridMultilevel"/>
    <w:tmpl w:val="D13A40A8"/>
    <w:lvl w:ilvl="0" w:tplc="FCA8852C">
      <w:start w:val="1"/>
      <w:numFmt w:val="bullet"/>
      <w:pStyle w:val="VorschriftListe3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301431A0"/>
    <w:multiLevelType w:val="singleLevel"/>
    <w:tmpl w:val="9D006F9A"/>
    <w:lvl w:ilvl="0">
      <w:start w:val="1"/>
      <w:numFmt w:val="upperRoman"/>
      <w:pStyle w:val="VorschriftListe2rmisch"/>
      <w:lvlText w:val="%1.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8" w15:restartNumberingAfterBreak="0">
    <w:nsid w:val="30DE6C3F"/>
    <w:multiLevelType w:val="hybridMultilevel"/>
    <w:tmpl w:val="83DC24A8"/>
    <w:lvl w:ilvl="0" w:tplc="AE58DC4A">
      <w:start w:val="1"/>
      <w:numFmt w:val="decimal"/>
      <w:pStyle w:val="Muster2Liste1numerisch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138680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646C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88A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38AF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968B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622D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4223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806C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530FCD"/>
    <w:multiLevelType w:val="multilevel"/>
    <w:tmpl w:val="E6DAE9D8"/>
    <w:lvl w:ilvl="0">
      <w:start w:val="1"/>
      <w:numFmt w:val="bullet"/>
      <w:pStyle w:val="TabelleListe2ungeordnet"/>
      <w:lvlText w:val="·"/>
      <w:lvlJc w:val="left"/>
      <w:pPr>
        <w:tabs>
          <w:tab w:val="num" w:pos="729"/>
        </w:tabs>
        <w:ind w:left="729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089"/>
        </w:tabs>
        <w:ind w:left="1089" w:hanging="360"/>
      </w:pPr>
    </w:lvl>
    <w:lvl w:ilvl="2">
      <w:start w:val="1"/>
      <w:numFmt w:val="lowerRoman"/>
      <w:lvlText w:val="%3)"/>
      <w:lvlJc w:val="left"/>
      <w:pPr>
        <w:tabs>
          <w:tab w:val="num" w:pos="1449"/>
        </w:tabs>
        <w:ind w:left="1449" w:hanging="360"/>
      </w:pPr>
    </w:lvl>
    <w:lvl w:ilvl="3">
      <w:start w:val="1"/>
      <w:numFmt w:val="decimal"/>
      <w:lvlText w:val="(%4)"/>
      <w:lvlJc w:val="left"/>
      <w:pPr>
        <w:tabs>
          <w:tab w:val="num" w:pos="1809"/>
        </w:tabs>
        <w:ind w:left="1809" w:hanging="360"/>
      </w:pPr>
    </w:lvl>
    <w:lvl w:ilvl="4">
      <w:start w:val="1"/>
      <w:numFmt w:val="lowerLetter"/>
      <w:lvlText w:val="(%5)"/>
      <w:lvlJc w:val="left"/>
      <w:pPr>
        <w:tabs>
          <w:tab w:val="num" w:pos="2169"/>
        </w:tabs>
        <w:ind w:left="2169" w:hanging="360"/>
      </w:pPr>
    </w:lvl>
    <w:lvl w:ilvl="5">
      <w:start w:val="1"/>
      <w:numFmt w:val="lowerRoman"/>
      <w:lvlText w:val="(%6)"/>
      <w:lvlJc w:val="left"/>
      <w:pPr>
        <w:tabs>
          <w:tab w:val="num" w:pos="2529"/>
        </w:tabs>
        <w:ind w:left="2529" w:hanging="360"/>
      </w:pPr>
    </w:lvl>
    <w:lvl w:ilvl="6">
      <w:start w:val="1"/>
      <w:numFmt w:val="decimal"/>
      <w:lvlText w:val="%7."/>
      <w:lvlJc w:val="left"/>
      <w:pPr>
        <w:tabs>
          <w:tab w:val="num" w:pos="2889"/>
        </w:tabs>
        <w:ind w:left="2889" w:hanging="360"/>
      </w:pPr>
    </w:lvl>
    <w:lvl w:ilvl="7">
      <w:start w:val="1"/>
      <w:numFmt w:val="lowerLetter"/>
      <w:lvlText w:val="%8."/>
      <w:lvlJc w:val="left"/>
      <w:pPr>
        <w:tabs>
          <w:tab w:val="num" w:pos="3249"/>
        </w:tabs>
        <w:ind w:left="3249" w:hanging="360"/>
      </w:pPr>
    </w:lvl>
    <w:lvl w:ilvl="8">
      <w:start w:val="1"/>
      <w:numFmt w:val="lowerRoman"/>
      <w:lvlText w:val="%9."/>
      <w:lvlJc w:val="left"/>
      <w:pPr>
        <w:tabs>
          <w:tab w:val="num" w:pos="3609"/>
        </w:tabs>
        <w:ind w:left="3609" w:hanging="360"/>
      </w:pPr>
    </w:lvl>
  </w:abstractNum>
  <w:abstractNum w:abstractNumId="30" w15:restartNumberingAfterBreak="0">
    <w:nsid w:val="3AE804B2"/>
    <w:multiLevelType w:val="singleLevel"/>
    <w:tmpl w:val="41547F50"/>
    <w:lvl w:ilvl="0">
      <w:start w:val="1"/>
      <w:numFmt w:val="lowerLetter"/>
      <w:pStyle w:val="VorschriftListe2alphabetisch"/>
      <w:lvlText w:val="%1)"/>
      <w:lvlJc w:val="left"/>
      <w:pPr>
        <w:tabs>
          <w:tab w:val="num" w:pos="754"/>
        </w:tabs>
        <w:ind w:left="754" w:hanging="39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31" w15:restartNumberingAfterBreak="0">
    <w:nsid w:val="3B142F47"/>
    <w:multiLevelType w:val="hybridMultilevel"/>
    <w:tmpl w:val="826CCBA2"/>
    <w:lvl w:ilvl="0" w:tplc="82FECCCE">
      <w:start w:val="1"/>
      <w:numFmt w:val="bullet"/>
      <w:pStyle w:val="VorschriftListe2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44AF29BB"/>
    <w:multiLevelType w:val="singleLevel"/>
    <w:tmpl w:val="B02279EC"/>
    <w:lvl w:ilvl="0">
      <w:start w:val="1"/>
      <w:numFmt w:val="lowerLetter"/>
      <w:pStyle w:val="MusterListe2alphabetisch"/>
      <w:lvlText w:val="%1)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33" w15:restartNumberingAfterBreak="0">
    <w:nsid w:val="4ED45975"/>
    <w:multiLevelType w:val="singleLevel"/>
    <w:tmpl w:val="A15CADB4"/>
    <w:lvl w:ilvl="0">
      <w:start w:val="1"/>
      <w:numFmt w:val="upperRoman"/>
      <w:pStyle w:val="MusterListe1rmisch"/>
      <w:lvlText w:val="%1."/>
      <w:lvlJc w:val="left"/>
      <w:pPr>
        <w:tabs>
          <w:tab w:val="num" w:pos="720"/>
        </w:tabs>
        <w:ind w:left="363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34" w15:restartNumberingAfterBreak="0">
    <w:nsid w:val="52751630"/>
    <w:multiLevelType w:val="singleLevel"/>
    <w:tmpl w:val="627A479C"/>
    <w:lvl w:ilvl="0">
      <w:start w:val="1"/>
      <w:numFmt w:val="upperRoman"/>
      <w:pStyle w:val="VorschriftListe3rmisch"/>
      <w:lvlText w:val="%1."/>
      <w:lvlJc w:val="left"/>
      <w:pPr>
        <w:tabs>
          <w:tab w:val="num" w:pos="1434"/>
        </w:tabs>
        <w:ind w:left="1071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35" w15:restartNumberingAfterBreak="0">
    <w:nsid w:val="53D309A1"/>
    <w:multiLevelType w:val="hybridMultilevel"/>
    <w:tmpl w:val="AFB658B0"/>
    <w:lvl w:ilvl="0" w:tplc="EA2C1F20">
      <w:start w:val="1"/>
      <w:numFmt w:val="decimal"/>
      <w:pStyle w:val="Muster2Liste2numerisch"/>
      <w:lvlText w:val="%1.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5C769E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0C1A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AD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8C2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9EDF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1048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8A10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B8F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D442E0"/>
    <w:multiLevelType w:val="hybridMultilevel"/>
    <w:tmpl w:val="030C61D8"/>
    <w:lvl w:ilvl="0" w:tplc="E9888A88">
      <w:start w:val="1"/>
      <w:numFmt w:val="lowerLetter"/>
      <w:pStyle w:val="Liste2alphabetisch"/>
      <w:lvlText w:val="%1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912E39"/>
    <w:multiLevelType w:val="singleLevel"/>
    <w:tmpl w:val="A868454E"/>
    <w:lvl w:ilvl="0">
      <w:start w:val="1"/>
      <w:numFmt w:val="decimal"/>
      <w:pStyle w:val="TabelleListe1numerisch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sz w:val="20"/>
      </w:rPr>
    </w:lvl>
  </w:abstractNum>
  <w:abstractNum w:abstractNumId="38" w15:restartNumberingAfterBreak="0">
    <w:nsid w:val="59210701"/>
    <w:multiLevelType w:val="singleLevel"/>
    <w:tmpl w:val="C7D4ACBC"/>
    <w:lvl w:ilvl="0">
      <w:start w:val="1"/>
      <w:numFmt w:val="decimal"/>
      <w:pStyle w:val="Liste1numerisch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</w:abstractNum>
  <w:abstractNum w:abstractNumId="39" w15:restartNumberingAfterBreak="0">
    <w:nsid w:val="5AB46712"/>
    <w:multiLevelType w:val="multilevel"/>
    <w:tmpl w:val="DD06DEC8"/>
    <w:lvl w:ilvl="0">
      <w:start w:val="1"/>
      <w:numFmt w:val="bullet"/>
      <w:pStyle w:val="TabelleListe1ungeordn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5B686D00"/>
    <w:multiLevelType w:val="singleLevel"/>
    <w:tmpl w:val="1CD8E26C"/>
    <w:lvl w:ilvl="0">
      <w:start w:val="1"/>
      <w:numFmt w:val="decimal"/>
      <w:pStyle w:val="VorschriftListe2numerisch"/>
      <w:lvlText w:val="%1."/>
      <w:lvlJc w:val="left"/>
      <w:pPr>
        <w:tabs>
          <w:tab w:val="num" w:pos="754"/>
        </w:tabs>
        <w:ind w:left="754" w:hanging="39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41" w15:restartNumberingAfterBreak="0">
    <w:nsid w:val="5C114123"/>
    <w:multiLevelType w:val="hybridMultilevel"/>
    <w:tmpl w:val="6764E020"/>
    <w:lvl w:ilvl="0" w:tplc="B5F06310">
      <w:start w:val="1"/>
      <w:numFmt w:val="upperRoman"/>
      <w:pStyle w:val="Liste1rmisch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6357B1"/>
    <w:multiLevelType w:val="singleLevel"/>
    <w:tmpl w:val="FE1AD088"/>
    <w:lvl w:ilvl="0">
      <w:start w:val="1"/>
      <w:numFmt w:val="lowerLetter"/>
      <w:pStyle w:val="VorschriftListe3alphabetisch"/>
      <w:lvlText w:val="%1)"/>
      <w:lvlJc w:val="left"/>
      <w:pPr>
        <w:tabs>
          <w:tab w:val="num" w:pos="1074"/>
        </w:tabs>
        <w:ind w:left="1071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43" w15:restartNumberingAfterBreak="0">
    <w:nsid w:val="5D6B0948"/>
    <w:multiLevelType w:val="hybridMultilevel"/>
    <w:tmpl w:val="A762DB7A"/>
    <w:lvl w:ilvl="0" w:tplc="69EE2F3E">
      <w:start w:val="1"/>
      <w:numFmt w:val="bullet"/>
      <w:pStyle w:val="Liste2"/>
      <w:lvlText w:val=""/>
      <w:lvlJc w:val="left"/>
      <w:pPr>
        <w:tabs>
          <w:tab w:val="num" w:pos="360"/>
        </w:tabs>
        <w:ind w:left="360" w:hanging="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AA63DA"/>
    <w:multiLevelType w:val="hybridMultilevel"/>
    <w:tmpl w:val="89BEB092"/>
    <w:lvl w:ilvl="0" w:tplc="4B8826F2">
      <w:start w:val="1"/>
      <w:numFmt w:val="bullet"/>
      <w:pStyle w:val="Muster2Liste2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A9849FE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688C3204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22CAFB2E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058997E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D7A3F1A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5576FFD2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E9EE06E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63785ED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5" w15:restartNumberingAfterBreak="0">
    <w:nsid w:val="5FF45B69"/>
    <w:multiLevelType w:val="singleLevel"/>
    <w:tmpl w:val="7C9A876A"/>
    <w:lvl w:ilvl="0">
      <w:start w:val="1"/>
      <w:numFmt w:val="decimal"/>
      <w:pStyle w:val="MusterListe1numerisch"/>
      <w:lvlText w:val="%1."/>
      <w:lvlJc w:val="left"/>
      <w:pPr>
        <w:tabs>
          <w:tab w:val="num" w:pos="363"/>
        </w:tabs>
        <w:ind w:left="363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46" w15:restartNumberingAfterBreak="0">
    <w:nsid w:val="60514C01"/>
    <w:multiLevelType w:val="hybridMultilevel"/>
    <w:tmpl w:val="EF648E4C"/>
    <w:lvl w:ilvl="0" w:tplc="7674CF72">
      <w:start w:val="1"/>
      <w:numFmt w:val="upperRoman"/>
      <w:pStyle w:val="Liste2rmisch"/>
      <w:lvlText w:val="%1.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20F1A0B"/>
    <w:multiLevelType w:val="singleLevel"/>
    <w:tmpl w:val="98EAE7F6"/>
    <w:lvl w:ilvl="0">
      <w:start w:val="1"/>
      <w:numFmt w:val="lowerLetter"/>
      <w:pStyle w:val="VorschriftListe1alphabetisch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48" w15:restartNumberingAfterBreak="0">
    <w:nsid w:val="62C26D8D"/>
    <w:multiLevelType w:val="hybridMultilevel"/>
    <w:tmpl w:val="EEC49DB8"/>
    <w:lvl w:ilvl="0" w:tplc="368CF18A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BB145B"/>
    <w:multiLevelType w:val="hybridMultilevel"/>
    <w:tmpl w:val="4B707698"/>
    <w:lvl w:ilvl="0" w:tplc="0A60686A">
      <w:start w:val="1"/>
      <w:numFmt w:val="lowerLetter"/>
      <w:pStyle w:val="Muster2Liste2alphabetisch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976EE9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24B5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E3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087D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1A52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7E0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C677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D0E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96B0130"/>
    <w:multiLevelType w:val="hybridMultilevel"/>
    <w:tmpl w:val="845651B0"/>
    <w:lvl w:ilvl="0" w:tplc="EA683056">
      <w:start w:val="1"/>
      <w:numFmt w:val="bullet"/>
      <w:pStyle w:val="VorschriftListe4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12"/>
        </w:tabs>
        <w:ind w:left="25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32"/>
        </w:tabs>
        <w:ind w:left="3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52"/>
        </w:tabs>
        <w:ind w:left="3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72"/>
        </w:tabs>
        <w:ind w:left="4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92"/>
        </w:tabs>
        <w:ind w:left="5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12"/>
        </w:tabs>
        <w:ind w:left="6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32"/>
        </w:tabs>
        <w:ind w:left="6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52"/>
        </w:tabs>
        <w:ind w:left="7552" w:hanging="360"/>
      </w:pPr>
      <w:rPr>
        <w:rFonts w:ascii="Wingdings" w:hAnsi="Wingdings" w:hint="default"/>
      </w:rPr>
    </w:lvl>
  </w:abstractNum>
  <w:abstractNum w:abstractNumId="51" w15:restartNumberingAfterBreak="0">
    <w:nsid w:val="6B5574DA"/>
    <w:multiLevelType w:val="hybridMultilevel"/>
    <w:tmpl w:val="4C7E0EDA"/>
    <w:lvl w:ilvl="0" w:tplc="06F66C80">
      <w:start w:val="1"/>
      <w:numFmt w:val="bullet"/>
      <w:pStyle w:val="Vorschrift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997DCA"/>
    <w:multiLevelType w:val="singleLevel"/>
    <w:tmpl w:val="197864A2"/>
    <w:lvl w:ilvl="0">
      <w:start w:val="1"/>
      <w:numFmt w:val="decimal"/>
      <w:pStyle w:val="VorschriftListe4numerisch"/>
      <w:lvlText w:val="%1."/>
      <w:lvlJc w:val="left"/>
      <w:pPr>
        <w:tabs>
          <w:tab w:val="num" w:pos="1432"/>
        </w:tabs>
        <w:ind w:left="1429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53" w15:restartNumberingAfterBreak="0">
    <w:nsid w:val="70AD65BE"/>
    <w:multiLevelType w:val="singleLevel"/>
    <w:tmpl w:val="0FD6DEBA"/>
    <w:lvl w:ilvl="0">
      <w:start w:val="1"/>
      <w:numFmt w:val="decimal"/>
      <w:pStyle w:val="VorschriftListe1numerisch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54" w15:restartNumberingAfterBreak="0">
    <w:nsid w:val="72D11F38"/>
    <w:multiLevelType w:val="singleLevel"/>
    <w:tmpl w:val="5A56294A"/>
    <w:lvl w:ilvl="0">
      <w:start w:val="1"/>
      <w:numFmt w:val="lowerLetter"/>
      <w:pStyle w:val="TabelleListe2alphabetisch"/>
      <w:lvlText w:val="%1)"/>
      <w:lvlJc w:val="left"/>
      <w:pPr>
        <w:tabs>
          <w:tab w:val="num" w:pos="731"/>
        </w:tabs>
        <w:ind w:left="731" w:hanging="374"/>
      </w:pPr>
      <w:rPr>
        <w:rFonts w:ascii="Arial" w:hAnsi="Arial" w:hint="default"/>
        <w:sz w:val="20"/>
      </w:rPr>
    </w:lvl>
  </w:abstractNum>
  <w:abstractNum w:abstractNumId="55" w15:restartNumberingAfterBreak="0">
    <w:nsid w:val="7610112F"/>
    <w:multiLevelType w:val="singleLevel"/>
    <w:tmpl w:val="63901254"/>
    <w:lvl w:ilvl="0">
      <w:start w:val="1"/>
      <w:numFmt w:val="upperRoman"/>
      <w:pStyle w:val="VorschriftListe1rmisch"/>
      <w:lvlText w:val="%1."/>
      <w:lvlJc w:val="left"/>
      <w:pPr>
        <w:tabs>
          <w:tab w:val="num" w:pos="720"/>
        </w:tabs>
        <w:ind w:left="363" w:hanging="363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56" w15:restartNumberingAfterBreak="0">
    <w:nsid w:val="7B7F7EC3"/>
    <w:multiLevelType w:val="hybridMultilevel"/>
    <w:tmpl w:val="DFDA64FC"/>
    <w:lvl w:ilvl="0" w:tplc="AA0C02F0">
      <w:start w:val="1"/>
      <w:numFmt w:val="lowerLetter"/>
      <w:pStyle w:val="Muster2Liste1alphabetisch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5F6C2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FEE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48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1411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3858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4A80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24A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88B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960885"/>
    <w:multiLevelType w:val="hybridMultilevel"/>
    <w:tmpl w:val="D206AE88"/>
    <w:lvl w:ilvl="0" w:tplc="3ECA3F9C">
      <w:start w:val="1"/>
      <w:numFmt w:val="bullet"/>
      <w:pStyle w:val="MusterListe2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7BAD6EEA"/>
    <w:multiLevelType w:val="hybridMultilevel"/>
    <w:tmpl w:val="0C7C56A2"/>
    <w:lvl w:ilvl="0" w:tplc="B7BE7F4C">
      <w:start w:val="1"/>
      <w:numFmt w:val="upperRoman"/>
      <w:pStyle w:val="Liste3rmisch"/>
      <w:lvlText w:val="%1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D9D3549"/>
    <w:multiLevelType w:val="hybridMultilevel"/>
    <w:tmpl w:val="57885066"/>
    <w:lvl w:ilvl="0" w:tplc="AA0C05A8">
      <w:start w:val="1"/>
      <w:numFmt w:val="bullet"/>
      <w:pStyle w:val="Muster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AE037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99780110">
    <w:abstractNumId w:val="8"/>
  </w:num>
  <w:num w:numId="2" w16cid:durableId="1325890645">
    <w:abstractNumId w:val="39"/>
  </w:num>
  <w:num w:numId="3" w16cid:durableId="180751448">
    <w:abstractNumId w:val="29"/>
  </w:num>
  <w:num w:numId="4" w16cid:durableId="1998993892">
    <w:abstractNumId w:val="25"/>
  </w:num>
  <w:num w:numId="5" w16cid:durableId="210311891">
    <w:abstractNumId w:val="54"/>
  </w:num>
  <w:num w:numId="6" w16cid:durableId="321280021">
    <w:abstractNumId w:val="9"/>
  </w:num>
  <w:num w:numId="7" w16cid:durableId="1506944807">
    <w:abstractNumId w:val="52"/>
  </w:num>
  <w:num w:numId="8" w16cid:durableId="718867315">
    <w:abstractNumId w:val="24"/>
  </w:num>
  <w:num w:numId="9" w16cid:durableId="950405104">
    <w:abstractNumId w:val="6"/>
  </w:num>
  <w:num w:numId="10" w16cid:durableId="570627141">
    <w:abstractNumId w:val="5"/>
  </w:num>
  <w:num w:numId="11" w16cid:durableId="666595714">
    <w:abstractNumId w:val="4"/>
  </w:num>
  <w:num w:numId="12" w16cid:durableId="1071005287">
    <w:abstractNumId w:val="7"/>
  </w:num>
  <w:num w:numId="13" w16cid:durableId="2122451616">
    <w:abstractNumId w:val="3"/>
  </w:num>
  <w:num w:numId="14" w16cid:durableId="60562323">
    <w:abstractNumId w:val="2"/>
  </w:num>
  <w:num w:numId="15" w16cid:durableId="609749978">
    <w:abstractNumId w:val="1"/>
  </w:num>
  <w:num w:numId="16" w16cid:durableId="550533567">
    <w:abstractNumId w:val="0"/>
  </w:num>
  <w:num w:numId="17" w16cid:durableId="1804612555">
    <w:abstractNumId w:val="10"/>
  </w:num>
  <w:num w:numId="18" w16cid:durableId="1163205833">
    <w:abstractNumId w:val="11"/>
  </w:num>
  <w:num w:numId="19" w16cid:durableId="31199856">
    <w:abstractNumId w:val="22"/>
  </w:num>
  <w:num w:numId="20" w16cid:durableId="1651397500">
    <w:abstractNumId w:val="45"/>
  </w:num>
  <w:num w:numId="21" w16cid:durableId="467868698">
    <w:abstractNumId w:val="33"/>
  </w:num>
  <w:num w:numId="22" w16cid:durableId="1561357367">
    <w:abstractNumId w:val="32"/>
  </w:num>
  <w:num w:numId="23" w16cid:durableId="231240093">
    <w:abstractNumId w:val="21"/>
  </w:num>
  <w:num w:numId="24" w16cid:durableId="395590497">
    <w:abstractNumId w:val="23"/>
  </w:num>
  <w:num w:numId="25" w16cid:durableId="197278717">
    <w:abstractNumId w:val="19"/>
  </w:num>
  <w:num w:numId="26" w16cid:durableId="608590551">
    <w:abstractNumId w:val="37"/>
  </w:num>
  <w:num w:numId="27" w16cid:durableId="837841388">
    <w:abstractNumId w:val="47"/>
  </w:num>
  <w:num w:numId="28" w16cid:durableId="331416804">
    <w:abstractNumId w:val="53"/>
  </w:num>
  <w:num w:numId="29" w16cid:durableId="1981810348">
    <w:abstractNumId w:val="55"/>
  </w:num>
  <w:num w:numId="30" w16cid:durableId="302126088">
    <w:abstractNumId w:val="30"/>
  </w:num>
  <w:num w:numId="31" w16cid:durableId="581645631">
    <w:abstractNumId w:val="40"/>
  </w:num>
  <w:num w:numId="32" w16cid:durableId="246382337">
    <w:abstractNumId w:val="27"/>
  </w:num>
  <w:num w:numId="33" w16cid:durableId="3552175">
    <w:abstractNumId w:val="42"/>
  </w:num>
  <w:num w:numId="34" w16cid:durableId="1362895726">
    <w:abstractNumId w:val="14"/>
  </w:num>
  <w:num w:numId="35" w16cid:durableId="1112557503">
    <w:abstractNumId w:val="34"/>
  </w:num>
  <w:num w:numId="36" w16cid:durableId="119301002">
    <w:abstractNumId w:val="15"/>
  </w:num>
  <w:num w:numId="37" w16cid:durableId="1633289881">
    <w:abstractNumId w:val="38"/>
  </w:num>
  <w:num w:numId="38" w16cid:durableId="636186451">
    <w:abstractNumId w:val="41"/>
  </w:num>
  <w:num w:numId="39" w16cid:durableId="244918949">
    <w:abstractNumId w:val="36"/>
  </w:num>
  <w:num w:numId="40" w16cid:durableId="765733454">
    <w:abstractNumId w:val="20"/>
  </w:num>
  <w:num w:numId="41" w16cid:durableId="787819836">
    <w:abstractNumId w:val="43"/>
  </w:num>
  <w:num w:numId="42" w16cid:durableId="279068317">
    <w:abstractNumId w:val="17"/>
  </w:num>
  <w:num w:numId="43" w16cid:durableId="1240941417">
    <w:abstractNumId w:val="56"/>
  </w:num>
  <w:num w:numId="44" w16cid:durableId="425466835">
    <w:abstractNumId w:val="46"/>
  </w:num>
  <w:num w:numId="45" w16cid:durableId="1123302319">
    <w:abstractNumId w:val="16"/>
  </w:num>
  <w:num w:numId="46" w16cid:durableId="294872297">
    <w:abstractNumId w:val="12"/>
  </w:num>
  <w:num w:numId="47" w16cid:durableId="1465656337">
    <w:abstractNumId w:val="18"/>
  </w:num>
  <w:num w:numId="48" w16cid:durableId="1015768586">
    <w:abstractNumId w:val="58"/>
  </w:num>
  <w:num w:numId="49" w16cid:durableId="150294787">
    <w:abstractNumId w:val="44"/>
  </w:num>
  <w:num w:numId="50" w16cid:durableId="1256748147">
    <w:abstractNumId w:val="28"/>
  </w:num>
  <w:num w:numId="51" w16cid:durableId="1312976336">
    <w:abstractNumId w:val="49"/>
  </w:num>
  <w:num w:numId="52" w16cid:durableId="686256800">
    <w:abstractNumId w:val="35"/>
  </w:num>
  <w:num w:numId="53" w16cid:durableId="934674519">
    <w:abstractNumId w:val="48"/>
  </w:num>
  <w:num w:numId="54" w16cid:durableId="1384671371">
    <w:abstractNumId w:val="31"/>
  </w:num>
  <w:num w:numId="55" w16cid:durableId="1960447379">
    <w:abstractNumId w:val="26"/>
  </w:num>
  <w:num w:numId="56" w16cid:durableId="992098316">
    <w:abstractNumId w:val="50"/>
  </w:num>
  <w:num w:numId="57" w16cid:durableId="959412068">
    <w:abstractNumId w:val="13"/>
  </w:num>
  <w:num w:numId="58" w16cid:durableId="1097677000">
    <w:abstractNumId w:val="59"/>
  </w:num>
  <w:num w:numId="59" w16cid:durableId="1170146154">
    <w:abstractNumId w:val="57"/>
  </w:num>
  <w:num w:numId="60" w16cid:durableId="2115325604">
    <w:abstractNumId w:val="51"/>
  </w:num>
  <w:num w:numId="61" w16cid:durableId="257369348">
    <w:abstractNumId w:val="6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56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lphabetisch" w:val="0"/>
    <w:docVar w:name="alstand" w:val="0"/>
    <w:docVar w:name="anz_abb" w:val="0"/>
    <w:docVar w:name="anz_formeln" w:val="0"/>
    <w:docVar w:name="anz_tabellen" w:val="0"/>
    <w:docVar w:name="auspraegung2" w:val="Deutsch"/>
    <w:docVar w:name="autor" w:val="Schneppendahl,|"/>
    <w:docVar w:name="dateiname" w:val="02_02_Durchführung der BW im herkömmlichen Wahlverfahren_03_08.doc"/>
    <w:docVar w:name="datum" w:val="01.07.2004"/>
    <w:docVar w:name="dokumenttyp" w:val="Standardtext"/>
    <w:docVar w:name="fkt_Antwort" w:val="Antwort"/>
    <w:docVar w:name="fkt_Auszug" w:val="Auszug"/>
    <w:docVar w:name="fkt_Beispiel" w:val="Beispiel"/>
    <w:docVar w:name="fkt_Bildplatzhalter" w:val="Bildplatzhalter"/>
    <w:docVar w:name="fkt_Bildtextblock" w:val="Bildtextblock"/>
    <w:docVar w:name="fkt_Bildtitel" w:val="Bildtitel"/>
    <w:docVar w:name="fkt_Doktitel" w:val="Doktitel"/>
    <w:docVar w:name="fkt_Entscheidung" w:val="Entscheidung"/>
    <w:docVar w:name="fkt_Fallbeschreibung_Titel" w:val="Fallbeschreibung Titel"/>
    <w:docVar w:name="fkt_Fett" w:val="Fett"/>
    <w:docVar w:name="fkt_Filter" w:val="Filter"/>
    <w:docVar w:name="fkt_Frage" w:val="Frage"/>
    <w:docVar w:name="fkt_Gruende_Titel" w:val="Gründe Titel"/>
    <w:docVar w:name="fkt_Hervorgehoben" w:val="Hervorgehoben"/>
    <w:docVar w:name="fkt_Hinweis" w:val="Hinweis"/>
    <w:docVar w:name="fkt_Hoch" w:val="Hoch"/>
    <w:docVar w:name="fkt_Inhalt_Titel" w:val="Inhalt Titel"/>
    <w:docVar w:name="fkt_Inhalt1" w:val="Inhalt 1"/>
    <w:docVar w:name="fkt_Inhalt2" w:val="Inhalt 2"/>
    <w:docVar w:name="fkt_Inhalt3" w:val="Inhalt 3"/>
    <w:docVar w:name="fkt_Inhalt4" w:val="Inhalt 4"/>
    <w:docVar w:name="fkt_Inhalt5" w:val="Inhalt 5"/>
    <w:docVar w:name="fkt_Kommentar_Titel" w:val="Kommentar Titel"/>
    <w:docVar w:name="fkt_Kursiv" w:val="Kursiv"/>
    <w:docVar w:name="fkt_Leitsatz_Titel" w:val="Leitsatz Titel"/>
    <w:docVar w:name="fkt_Liste_1" w:val="Liste 1"/>
    <w:docVar w:name="fkt_Liste_1_fortsetzen" w:val="Liste 1 fortsetzen"/>
    <w:docVar w:name="fkt_Liste_1_Grad_alphabetisch" w:val="Liste 1 alphabetisch"/>
    <w:docVar w:name="fkt_Liste_1_manuell" w:val="Liste 1 manuell"/>
    <w:docVar w:name="fkt_Liste_1_numerisch" w:val="Liste 1 numerisch"/>
    <w:docVar w:name="fkt_Liste_1_roemisch" w:val="Liste 1 römisch"/>
    <w:docVar w:name="fkt_Liste_2" w:val="Liste 2"/>
    <w:docVar w:name="fkt_Liste_2_alphabetisch" w:val="Liste 2 alphabetisch"/>
    <w:docVar w:name="fkt_Liste_2_fortsetzen" w:val="Liste 2 fortsetzen"/>
    <w:docVar w:name="fkt_Liste_2_manuell" w:val="Liste 2 manuell"/>
    <w:docVar w:name="fkt_Liste_2_numerisch" w:val="Liste 2 numerisch"/>
    <w:docVar w:name="fkt_Liste_2_roemisch" w:val="Liste 2 römisch"/>
    <w:docVar w:name="fkt_Liste_3" w:val="Liste 3"/>
    <w:docVar w:name="fkt_Liste_3_alphabetisch" w:val="Liste 3 alphabetisch"/>
    <w:docVar w:name="fkt_Liste_3_fortsetzen" w:val="Liste 3 fortsetzen"/>
    <w:docVar w:name="fkt_Liste_3_manuell" w:val="Liste 3 manuell"/>
    <w:docVar w:name="fkt_Liste_3_numerisch" w:val="Liste 3 numerisch"/>
    <w:docVar w:name="fkt_Liste_3_roemisch" w:val="Liste 3 römisch"/>
    <w:docVar w:name="fkt_Marginalie" w:val="Marginalie"/>
    <w:docVar w:name="fkt_Muster_Art" w:val="Muster Art"/>
    <w:docVar w:name="fkt_Muster_Liste_1" w:val="Muster Liste 1"/>
    <w:docVar w:name="fkt_Muster_Liste_1_fortsetzen" w:val="Muster Liste 1 fortsetzen"/>
    <w:docVar w:name="fkt_Muster_Liste_1_Grad_alphabetisch" w:val="Muster Liste 1 alphabetisch"/>
    <w:docVar w:name="fkt_Muster_Liste_1_numerisch" w:val="Muster Liste 1 numerisch"/>
    <w:docVar w:name="fkt_Muster_Liste_1_roemisch" w:val="Muster Liste 1 römisch"/>
    <w:docVar w:name="fkt_Muster_Liste_2" w:val="Muster Liste 2"/>
    <w:docVar w:name="fkt_Muster_Liste_2_alphabetisch" w:val="Muster Liste 2 alphabetisch"/>
    <w:docVar w:name="fkt_Muster_Liste_2_fortsetzen" w:val="Muster Liste 2 fortsetzen"/>
    <w:docVar w:name="fkt_Muster_Liste_2_numerisch" w:val="Muster Liste 2 numerisch"/>
    <w:docVar w:name="fkt_Muster_Liste_2_roemisch" w:val="Muster Liste 2 römisch"/>
    <w:docVar w:name="fkt_Muster_Textblock" w:val="Muster Textblock"/>
    <w:docVar w:name="fkt_Muster_Textblock_extra" w:val="Muster Textblock extra"/>
    <w:docVar w:name="fkt_Muster_Titel" w:val="Muster Titel"/>
    <w:docVar w:name="fkt_Muster_Unterschrift" w:val="Muster Unterschrift"/>
    <w:docVar w:name="fkt_Muster_Zwischenueberschrift_1" w:val="Muster Zwischenüberschrift 1"/>
    <w:docVar w:name="fkt_Muster_Zwischenueberschrift_2" w:val="Muster Zwischenüberschrift 2"/>
    <w:docVar w:name="fkt_Muster_Zwischenueberschrift_3" w:val="Muster Zwischenüberschrift 3"/>
    <w:docVar w:name="fkt_Norm_Textblock" w:val="Norm Textblock"/>
    <w:docVar w:name="fkt_Norm1" w:val="Norm 1"/>
    <w:docVar w:name="fkt_Norm2" w:val="Norm 2"/>
    <w:docVar w:name="fkt_Norm3" w:val="Norm 3"/>
    <w:docVar w:name="fkt_Norm4" w:val="Norm 4"/>
    <w:docVar w:name="fkt_Norm5" w:val="Norm 5"/>
    <w:docVar w:name="fkt_Nummer" w:val="Nummer"/>
    <w:docVar w:name="fkt_Platzhalter" w:val="Platzhalter"/>
    <w:docVar w:name="fkt_Probleme" w:val="Probleme"/>
    <w:docVar w:name="fkt_Quelle" w:val="Quelle"/>
    <w:docVar w:name="fkt_Randnummer" w:val="Randnummer"/>
    <w:docVar w:name="fkt_Rechtliche_Beurteilung_Titel" w:val="Rechtliche Beurteilung Titel"/>
    <w:docVar w:name="fkt_Sachverhalt_Titel" w:val="Sachverhalt Titel"/>
    <w:docVar w:name="fkt_Standard" w:val="Absatz-Standardschriftart"/>
    <w:docVar w:name="fkt_Stichwort" w:val="Stichwort"/>
    <w:docVar w:name="fkt_Stichwort_Kind" w:val="Stichwort Kind"/>
    <w:docVar w:name="fkt_Stichwort_verdeckt" w:val="Stichwort verdeckt"/>
    <w:docVar w:name="fkt_Tabelle_Kopf_links_oben" w:val="Tabelle Kopf links oben"/>
    <w:docVar w:name="fkt_Tabelle_Liste_1" w:val="Tabelle Liste 1 ungeordnet"/>
    <w:docVar w:name="fkt_Tabelle_Liste_1_alphabetisch" w:val="Tabelle Liste 1 alphabetisch"/>
    <w:docVar w:name="fkt_Tabelle_Liste_1_fortsetzen" w:val="Tabelle Liste 1 fortsetzen"/>
    <w:docVar w:name="fkt_Tabelle_Liste_1_numerisch" w:val="Tabelle Liste 1 numerisch"/>
    <w:docVar w:name="fkt_Tabelle_Liste_2" w:val="Tabelle Liste 2 ungeordnet"/>
    <w:docVar w:name="fkt_Tabelle_Liste_2_alphabetisch" w:val="Tabelle Liste 2 alphabetisch"/>
    <w:docVar w:name="fkt_Tabelle_Liste_2_fortsetzen" w:val="Tabelle Liste 2 fortsetzen"/>
    <w:docVar w:name="fkt_Tabelle_Liste_2_numerisch" w:val="Tabelle Liste 2 numerisch"/>
    <w:docVar w:name="fkt_Tabelle_Textblock_links_oben" w:val="Tabelle Textblock links oben"/>
    <w:docVar w:name="fkt_Tabelle_Titel" w:val="Tabelle Titel"/>
    <w:docVar w:name="fkt_Technische_Beurteilung_Titel" w:val="Technische Beurteilung Titel"/>
    <w:docVar w:name="fkt_Textblock" w:val="Textblock"/>
    <w:docVar w:name="fkt_Tief" w:val="Tief"/>
    <w:docVar w:name="fkt_Verweis" w:val="Verweis"/>
    <w:docVar w:name="fkt_Verweisprogr" w:val="Verweisprogr"/>
    <w:docVar w:name="fkt_Vorinstanz_Titel" w:val="Vorinstanz Titel"/>
    <w:docVar w:name="fkt_Vorschrift_Absatz" w:val="Vorschrift Absatz"/>
    <w:docVar w:name="fkt_Vorschrift_Anhang_Titel" w:val="Vorschrift Anhang Titel"/>
    <w:docVar w:name="fkt_Vorschrift_Anhang1" w:val="Vorschrift Anhang 1"/>
    <w:docVar w:name="fkt_Vorschrift_Anhang2" w:val="Vorschrift Anhang 2"/>
    <w:docVar w:name="fkt_Vorschrift_Liste_1" w:val="Vorschrift Liste 1"/>
    <w:docVar w:name="fkt_Vorschrift_Liste_1_fortsetzen" w:val="Vorschrift Liste 1 fortsetzen"/>
    <w:docVar w:name="fkt_Vorschrift_Liste_1_Grad_alphabetisch" w:val="Vorschrift Liste 1 alphabetisch"/>
    <w:docVar w:name="fkt_Vorschrift_Liste_1_numerisch" w:val="Vorschrift Liste 1 numerisch"/>
    <w:docVar w:name="fkt_Vorschrift_Liste_1_roemisch" w:val="Vorschrift Liste 1 römisch"/>
    <w:docVar w:name="fkt_Vorschrift_Liste_2" w:val="Vorschrift Liste 2"/>
    <w:docVar w:name="fkt_Vorschrift_Liste_2_alphabetisch" w:val="Vorschrift Liste 2 alphabetisch"/>
    <w:docVar w:name="fkt_Vorschrift_Liste_2_fortsetzen" w:val="Vorschrift Liste 2 fortsetzen"/>
    <w:docVar w:name="fkt_Vorschrift_Liste_2_numerisch" w:val="Vorschrift Liste 2 numerisch"/>
    <w:docVar w:name="fkt_Vorschrift_Liste_2_roemisch" w:val="Vorschrift Liste 2 römisch"/>
    <w:docVar w:name="fkt_Vorschrift_Liste_3" w:val="Vorschrift Liste 3"/>
    <w:docVar w:name="fkt_Vorschrift_Liste_3_alphabetisch" w:val="Vorschrift Liste 3 alphabetisch"/>
    <w:docVar w:name="fkt_Vorschrift_Liste_3_fortsetzen" w:val="Vorschrift Liste 3 fortsetzen"/>
    <w:docVar w:name="fkt_Vorschrift_Liste_3_numerisch" w:val="Vorschrift Liste 3 numerisch"/>
    <w:docVar w:name="fkt_Vorschrift_Liste_3_roemisch" w:val="Vorschrift Liste 3 römisch"/>
    <w:docVar w:name="fkt_Vorschrift_Liste_4" w:val="Vorschrift Liste 4"/>
    <w:docVar w:name="fkt_Vorschrift_Liste_4_alphabetisch" w:val="Vorschrift Liste 4 alphabetisch"/>
    <w:docVar w:name="fkt_Vorschrift_Liste_4_fortsetzen" w:val="Vorschrift Liste 4 fortsetzen"/>
    <w:docVar w:name="fkt_Vorschrift_Liste_4_numerisch" w:val="Vorschrift Liste 4 numerisch"/>
    <w:docVar w:name="fkt_Vorschrift_Liste_4_roemisch" w:val="Vorschrift Liste 4 römisch"/>
    <w:docVar w:name="fkt_Vorschrift_Paragraph" w:val="Vorschrift Paragraph"/>
    <w:docVar w:name="fkt_Vorschrift_Textblock" w:val="Vorschrift Textblock"/>
    <w:docVar w:name="fkt_Vorschrift1" w:val="Vorschrift 1"/>
    <w:docVar w:name="fkt_Vorschrift2" w:val="Vorschrift 2"/>
    <w:docVar w:name="fkt_Vorschrift3" w:val="Vorschrift 3"/>
    <w:docVar w:name="fkt_Vorschrift4" w:val="Vorschrift 4"/>
    <w:docVar w:name="fkt_Vorschrift5" w:val="Vorschrift 5"/>
    <w:docVar w:name="fkt_Vorschrift6" w:val="Vorschrift 6"/>
    <w:docVar w:name="fkt_Vorschriften" w:val="Vorschriften"/>
    <w:docVar w:name="fkt_Ziel" w:val="Ziel"/>
    <w:docVar w:name="fkt_Zwischenueberschrift1" w:val="Zwischenüberschrift 1"/>
    <w:docVar w:name="fkt_Zwischenueberschrift2" w:val="Zwischenüberschrift 2"/>
    <w:docVar w:name="fkt_Zwischenueberschrift3" w:val="Zwischenüberschrift 3"/>
    <w:docVar w:name="Format:Entscheidung;Absatz;157" w:val="Gericht"/>
    <w:docVar w:name="Format;;Absatz;31" w:val="Tabelle Kopf links oben"/>
    <w:docVar w:name="Format;;Absatz;32" w:val="Tabelle Kopf mitte oben"/>
    <w:docVar w:name="Format;;Absatz;33" w:val="Tabelle Kopf rechts oben"/>
    <w:docVar w:name="Format;;Absatz;34" w:val="Tabelle Kopf links mitte"/>
    <w:docVar w:name="Format;;Absatz;35" w:val="Tabelle Kopf mitte mitte"/>
    <w:docVar w:name="Format;;Absatz;36" w:val="Tabelle Kopf rechts mitte"/>
    <w:docVar w:name="Format;;Absatz;37" w:val="Tabelle Kopf links unten"/>
    <w:docVar w:name="Format;;Absatz;38" w:val="Tabelle Kopf mitte unten"/>
    <w:docVar w:name="Format;;Absatz;39" w:val="Tabelle Kopf rechts unten"/>
    <w:docVar w:name="Format;;Absatz;40" w:val="Tabelle Textblock links oben"/>
    <w:docVar w:name="Format;;Absatz;41" w:val="Tabelle Textblock mitte oben"/>
    <w:docVar w:name="Format;;Absatz;42" w:val="Tabelle Textblock rechts oben"/>
    <w:docVar w:name="Format;;Absatz;43" w:val="Tabelle Textblock links mitte"/>
    <w:docVar w:name="Format;;Absatz;44" w:val="Tabelle Textblock mitte mitte"/>
    <w:docVar w:name="Format;;Absatz;45" w:val="Tabelle Textblock rechts mitte"/>
    <w:docVar w:name="Format;;Absatz;46" w:val="Tabelle Textblock links unten"/>
    <w:docVar w:name="Format;;Absatz;47" w:val="Tabelle Textblock mitte unten"/>
    <w:docVar w:name="Format;;Absatz;48" w:val="Tabelle Textblock rechts unten"/>
    <w:docVar w:name="Format;;Zeichen;1" w:val="Fett"/>
    <w:docVar w:name="Format;;Zeichen;10" w:val="Ziel"/>
    <w:docVar w:name="Format;;Zeichen;11" w:val="Nummer"/>
    <w:docVar w:name="Format;;Zeichen;12" w:val="Platzhalter"/>
    <w:docVar w:name="Format;;Zeichen;13" w:val="unbekanntes Zeichenformat"/>
    <w:docVar w:name="Format;;Zeichen;14" w:val="Fnaufruf"/>
    <w:docVar w:name="Format;;Zeichen;15" w:val="Fussnote"/>
    <w:docVar w:name="Format;;Zeichen;16" w:val="Filter"/>
    <w:docVar w:name="Format;;Zeichen;17" w:val="Muster Art"/>
    <w:docVar w:name="Format;;Zeichen;2" w:val="Kursiv"/>
    <w:docVar w:name="Format;;Zeichen;3" w:val="Hervorgehoben"/>
    <w:docVar w:name="Format;;Zeichen;4" w:val="Hoch"/>
    <w:docVar w:name="Format;;Zeichen;5" w:val="Tief"/>
    <w:docVar w:name="Format;;Zeichen;6" w:val="Stichwort"/>
    <w:docVar w:name="Format;;Zeichen;7" w:val="Stichwort Kind"/>
    <w:docVar w:name="Format;;Zeichen;8" w:val="Stichwort verdeckt"/>
    <w:docVar w:name="Format;;Zeichen;9" w:val="Verweis"/>
    <w:docVar w:name="Format;Entscheidung;Absatz;152" w:val="Fundstelle"/>
    <w:docVar w:name="Format;Entscheidung;Absatz;153" w:val="Datum"/>
    <w:docVar w:name="Format;Entscheidung;Absatz;154" w:val="Aktenzeichen"/>
    <w:docVar w:name="Format;Entscheidung;Absatz;155" w:val="Kurztitel"/>
    <w:docVar w:name="Format;Entscheidung;Absatz;156" w:val="Vorschrift"/>
    <w:docVar w:name="Format;Entscheidung;Absatz;157" w:val="Gericht"/>
    <w:docVar w:name="Format;Fall Bauschäden;Absatz;74" w:val="Klasse"/>
    <w:docVar w:name="Format;Fall Bauschäden;Absatz;75" w:val="Kategorie"/>
    <w:docVar w:name="Format;Fall Bauschäden;Absatz;76" w:val="Technische Beurteilung"/>
    <w:docVar w:name="Format;Fall Bauschäden;Absatz;77" w:val="Rechtliche Beurteilung"/>
    <w:docVar w:name="Format;Fall Bauschäden;Absatz;78" w:val="Fallbeschreibung Titel"/>
    <w:docVar w:name="Format;Fall Bauschäden;Absatz;79" w:val="Technische Beurteilung Titel"/>
    <w:docVar w:name="Format;Fall Bauschäden;Absatz;80" w:val="Rechtliche Beurteilung Titel"/>
    <w:docVar w:name="Format;Fall Bauschäden;Absatz;81" w:val="Fall"/>
    <w:docVar w:name="Format;Fall Bauschäden;Absatz;82" w:val="Norm"/>
    <w:docVar w:name="Format;Fall Bauschäden;Absatz;83" w:val="Kurztitel"/>
    <w:docVar w:name="Format;Fall VOB;Absatz;137" w:val="Hinweis"/>
    <w:docVar w:name="Format;Fall VOB;Absatz;138" w:val="Norm"/>
    <w:docVar w:name="Format;Fall VOB;Absatz;139" w:val="Phase"/>
    <w:docVar w:name="Format;Fall VOB;Absatz;140" w:val="Fall"/>
    <w:docVar w:name="Format;Fall VOB;Absatz;141" w:val="Antwort"/>
    <w:docVar w:name="Format;Fall VOB;Absatz;142" w:val="Frage"/>
    <w:docVar w:name="Format;Fall VOB;Absatz;143" w:val="Beispiel"/>
    <w:docVar w:name="Format;Fall VOB;Absatz;144" w:val="Entscheidung"/>
    <w:docVar w:name="Format;Fall VOB;Absatz;145" w:val="Vorschriften"/>
    <w:docVar w:name="Format;Fall VOB;Absatz;146" w:val="Probleme"/>
    <w:docVar w:name="Format;Fall VOB;Absatz;147" w:val="Kurztitel"/>
    <w:docVar w:name="Format;Standardtext;Absatz;1" w:val="Textblock"/>
    <w:docVar w:name="Format;Standardtext;Absatz;10" w:val="Liste 3 alphabetisch"/>
    <w:docVar w:name="Format;Standardtext;Absatz;100" w:val="Vorschrift 5"/>
    <w:docVar w:name="Format;Standardtext;Absatz;101" w:val="Vorschrift 6"/>
    <w:docVar w:name="Format;Standardtext;Absatz;102" w:val="Vorschrift Anhang Titel"/>
    <w:docVar w:name="Format;Standardtext;Absatz;103" w:val="Vorschrift Anhang 1"/>
    <w:docVar w:name="Format;Standardtext;Absatz;104" w:val="Vorschrift Anhang 2"/>
    <w:docVar w:name="Format;Standardtext;Absatz;105" w:val="Vorschrift Liste 1"/>
    <w:docVar w:name="Format;Standardtext;Absatz;106" w:val="Vorschrift Liste 1 numerisch"/>
    <w:docVar w:name="Format;Standardtext;Absatz;107" w:val="Vorschrift Liste 1 alphabetisch"/>
    <w:docVar w:name="Format;Standardtext;Absatz;108" w:val="Vorschrift Liste 1 römisch"/>
    <w:docVar w:name="Format;Standardtext;Absatz;109" w:val="Vorschrift Liste 1 fortsetzen"/>
    <w:docVar w:name="Format;Standardtext;Absatz;11" w:val="Liste 1 römisch"/>
    <w:docVar w:name="Format;Standardtext;Absatz;110" w:val="Vorschrift Liste 2"/>
    <w:docVar w:name="Format;Standardtext;Absatz;111" w:val="Vorschrift Liste 2 numerisch"/>
    <w:docVar w:name="Format;Standardtext;Absatz;112" w:val="Vorschrift Liste 2 alphabetisch"/>
    <w:docVar w:name="Format;Standardtext;Absatz;113" w:val="Vorschrift Liste 2 römisch"/>
    <w:docVar w:name="Format;Standardtext;Absatz;114" w:val="Vorschrift Liste 2 fortsetzen"/>
    <w:docVar w:name="Format;Standardtext;Absatz;115" w:val="Vorschrift Liste 3"/>
    <w:docVar w:name="Format;Standardtext;Absatz;116" w:val="Vorschrift Liste 3 numerisch"/>
    <w:docVar w:name="Format;Standardtext;Absatz;117" w:val="Vorschrift Liste 3 alphabetisch"/>
    <w:docVar w:name="Format;Standardtext;Absatz;118" w:val="Vorschrift Liste 3 römisch"/>
    <w:docVar w:name="Format;Standardtext;Absatz;119" w:val="Vorschrift Liste 3 fortsetzen"/>
    <w:docVar w:name="Format;Standardtext;Absatz;12" w:val="Liste 2 römisch"/>
    <w:docVar w:name="Format;Standardtext;Absatz;120" w:val="Vorschrift Liste 4"/>
    <w:docVar w:name="Format;Standardtext;Absatz;121" w:val="Vorschrift Liste 4 numerisch"/>
    <w:docVar w:name="Format;Standardtext;Absatz;122" w:val="Vorschrift Liste 4 alphabetisch"/>
    <w:docVar w:name="Format;Standardtext;Absatz;123" w:val="Vorschrift Liste 4 römisch"/>
    <w:docVar w:name="Format;Standardtext;Absatz;124" w:val="Vorschrift Liste 4 fortsetzen"/>
    <w:docVar w:name="Format;Standardtext;Absatz;125" w:val="Inhalt 5"/>
    <w:docVar w:name="Format;Standardtext;Absatz;126" w:val="Inhalt 4"/>
    <w:docVar w:name="Format;Standardtext;Absatz;127" w:val="Inhalt 3"/>
    <w:docVar w:name="Format;Standardtext;Absatz;128" w:val="Inhalt 2"/>
    <w:docVar w:name="Format;Standardtext;Absatz;129" w:val="Inhalt 1"/>
    <w:docVar w:name="Format;Standardtext;Absatz;13" w:val="Liste 3 römisch"/>
    <w:docVar w:name="Format;Standardtext;Absatz;130" w:val="Inhalt Titel"/>
    <w:docVar w:name="Format;Standardtext;Absatz;131" w:val="Norm Textblock"/>
    <w:docVar w:name="Format;Standardtext;Absatz;132" w:val="Norm 1"/>
    <w:docVar w:name="Format;Standardtext;Absatz;133" w:val="Norm 2"/>
    <w:docVar w:name="Format;Standardtext;Absatz;134" w:val="Norm 3"/>
    <w:docVar w:name="Format;Standardtext;Absatz;135" w:val="Norm 4"/>
    <w:docVar w:name="Format;Standardtext;Absatz;136" w:val="Norm 5"/>
    <w:docVar w:name="Format;Standardtext;Absatz;14" w:val="Liste 1 manuell"/>
    <w:docVar w:name="Format;Standardtext;Absatz;147" w:val="unbekanntes Absatzformat"/>
    <w:docVar w:name="Format;Standardtext;Absatz;15" w:val="Liste 2 manuell"/>
    <w:docVar w:name="Format;Standardtext;Absatz;16" w:val="Liste 3 manuell"/>
    <w:docVar w:name="Format;Standardtext;Absatz;17" w:val="Liste 1 fortsetzen"/>
    <w:docVar w:name="Format;Standardtext;Absatz;18" w:val="Liste 2 fortsetzen"/>
    <w:docVar w:name="Format;Standardtext;Absatz;19" w:val="Liste 3 fortsetzen"/>
    <w:docVar w:name="Format;Standardtext;Absatz;2" w:val="Liste 1"/>
    <w:docVar w:name="Format;Standardtext;Absatz;20" w:val="Bildplatzhalter"/>
    <w:docVar w:name="Format;Standardtext;Absatz;21" w:val="Bildtextblock"/>
    <w:docVar w:name="Format;Standardtext;Absatz;22" w:val="Bildtitel"/>
    <w:docVar w:name="Format;Standardtext;Absatz;23" w:val="Doktitel"/>
    <w:docVar w:name="Format;Standardtext;Absatz;24" w:val="Zwischenüberschrift 1"/>
    <w:docVar w:name="Format;Standardtext;Absatz;25" w:val="Zwischenüberschrift 2"/>
    <w:docVar w:name="Format;Standardtext;Absatz;26" w:val="Zwischenüberschrift 3"/>
    <w:docVar w:name="Format;Standardtext;Absatz;27" w:val="Marginalie"/>
    <w:docVar w:name="Format;Standardtext;Absatz;28" w:val="Randnummer"/>
    <w:docVar w:name="Format;Standardtext;Absatz;29" w:val="Auszug"/>
    <w:docVar w:name="Format;Standardtext;Absatz;3" w:val="Liste 2"/>
    <w:docVar w:name="Format;Standardtext;Absatz;30" w:val="Tabelle Titel"/>
    <w:docVar w:name="Format;Standardtext;Absatz;4" w:val="Liste 3"/>
    <w:docVar w:name="Format;Standardtext;Absatz;49" w:val="Tabelle Liste 1"/>
    <w:docVar w:name="Format;Standardtext;Absatz;5" w:val="Liste 1 numerisch"/>
    <w:docVar w:name="Format;Standardtext;Absatz;50" w:val="Tabelle Liste 1 numerisch"/>
    <w:docVar w:name="Format;Standardtext;Absatz;51" w:val="Tabelle Liste 1 alphabetisch"/>
    <w:docVar w:name="Format;Standardtext;Absatz;52" w:val="Tabelle Liste 2"/>
    <w:docVar w:name="Format;Standardtext;Absatz;53" w:val="Tabelle Liste 2 numerisch"/>
    <w:docVar w:name="Format;Standardtext;Absatz;54" w:val="Tabelle Liste 2 alphabetisch"/>
    <w:docVar w:name="Format;Standardtext;Absatz;541" w:val="Tabelle Liste 1 fortsetzen"/>
    <w:docVar w:name="Format;Standardtext;Absatz;542" w:val="Tabelle Liste 2 fortsetzen"/>
    <w:docVar w:name="Format;Standardtext;Absatz;55" w:val="Muster Textblock"/>
    <w:docVar w:name="Format;Standardtext;Absatz;56" w:val="Muster Titel"/>
    <w:docVar w:name="Format;Standardtext;Absatz;57" w:val="Muster Textblock extra"/>
    <w:docVar w:name="Format;Standardtext;Absatz;58" w:val="Muster Zwischenüberschrift 1"/>
    <w:docVar w:name="Format;Standardtext;Absatz;59" w:val="Muster Zwischenüberschrift 2"/>
    <w:docVar w:name="Format;Standardtext;Absatz;6" w:val="Liste 2 numerisch"/>
    <w:docVar w:name="Format;Standardtext;Absatz;60" w:val="Muster Zwischenüberschrift 3"/>
    <w:docVar w:name="Format;Standardtext;Absatz;61" w:val="Muster Liste 1"/>
    <w:docVar w:name="Format;Standardtext;Absatz;62" w:val="Muster Liste 2"/>
    <w:docVar w:name="Format;Standardtext;Absatz;63" w:val="Muster Liste 1 numerisch"/>
    <w:docVar w:name="Format;Standardtext;Absatz;64" w:val="Muster Liste 2 numerisch"/>
    <w:docVar w:name="Format;Standardtext;Absatz;65" w:val="Muster Liste 1 alphabetisch"/>
    <w:docVar w:name="Format;Standardtext;Absatz;66" w:val="Muster Liste 2 alphabetisch"/>
    <w:docVar w:name="Format;Standardtext;Absatz;67" w:val="Muster Liste 1 römisch"/>
    <w:docVar w:name="Format;Standardtext;Absatz;68" w:val="Muster Liste 2 römisch"/>
    <w:docVar w:name="Format;Standardtext;Absatz;69" w:val="Muster Liste 1 manuell"/>
    <w:docVar w:name="Format;Standardtext;Absatz;7" w:val="Liste 3 numerisch"/>
    <w:docVar w:name="Format;Standardtext;Absatz;70" w:val="Muster Liste 2 manuell"/>
    <w:docVar w:name="Format;Standardtext;Absatz;71" w:val="Muster Liste 1 fortsetzen"/>
    <w:docVar w:name="Format;Standardtext;Absatz;72" w:val="Muster Liste 2 fortsetzen"/>
    <w:docVar w:name="Format;Standardtext;Absatz;73" w:val="Muster Unterschrift"/>
    <w:docVar w:name="Format;Standardtext;Absatz;8" w:val="Liste 1 alphabetisch"/>
    <w:docVar w:name="Format;Standardtext;Absatz;81" w:val="Entscheidung entfernen"/>
    <w:docVar w:name="Format;Standardtext;Absatz;82" w:val="Kommentar Titel"/>
    <w:docVar w:name="Format;Standardtext;Absatz;83" w:val="Gründe Titel"/>
    <w:docVar w:name="Format;Standardtext;Absatz;84" w:val="Sachverhalt Titel"/>
    <w:docVar w:name="Format;Standardtext;Absatz;85" w:val="Leitsatz Titel"/>
    <w:docVar w:name="Format;Standardtext;Absatz;86" w:val="Vorinstanz Titel"/>
    <w:docVar w:name="Format;Standardtext;Absatz;87" w:val="Vorschrift"/>
    <w:docVar w:name="Format;Standardtext;Absatz;88" w:val="Fundstelle"/>
    <w:docVar w:name="Format;Standardtext;Absatz;89" w:val="Aktenzeichen"/>
    <w:docVar w:name="Format;Standardtext;Absatz;9" w:val="Liste 2 alphabetisch"/>
    <w:docVar w:name="Format;Standardtext;Absatz;90" w:val="Datum"/>
    <w:docVar w:name="Format;Standardtext;Absatz;91" w:val="Gericht"/>
    <w:docVar w:name="Format;Standardtext;Absatz;92" w:val="Kurztitel"/>
    <w:docVar w:name="Format;Standardtext;Absatz;93" w:val="Vorschrift Textblock"/>
    <w:docVar w:name="Format;Standardtext;Absatz;94" w:val="Vorschrift Absatz"/>
    <w:docVar w:name="Format;Standardtext;Absatz;95" w:val="Vorschrift Paragraph"/>
    <w:docVar w:name="Format;Standardtext;Absatz;96" w:val="Vorschrift 1"/>
    <w:docVar w:name="Format;Standardtext;Absatz;97" w:val="Vorschrift 2"/>
    <w:docVar w:name="Format;Standardtext;Absatz;98" w:val="Vorschrift 3"/>
    <w:docVar w:name="Format;Standardtext;Absatz;99" w:val="Vorschrift 4"/>
    <w:docVar w:name="ivz-titel" w:val=" 9 Abs.2 WO"/>
    <w:docVar w:name="kapitelnr" w:val="1"/>
    <w:docVar w:name="speicherpfaddokumente" w:val="C:\Daten\"/>
    <w:docVar w:name="Tabelle Kopf links mitte_VerticalAlignment" w:val="1"/>
    <w:docVar w:name="Tabelle Kopf links oben_VerticalAlignment" w:val="0"/>
    <w:docVar w:name="Tabelle Kopf links unten_VerticalAlignment" w:val="3"/>
    <w:docVar w:name="Tabelle Kopf mitte mitte_VerticalAlignment" w:val="1"/>
    <w:docVar w:name="Tabelle Kopf mitte oben_VerticalAlignment" w:val="0"/>
    <w:docVar w:name="Tabelle Kopf mitte unten_VerticalAlignment" w:val="3"/>
    <w:docVar w:name="Tabelle Kopf rechts mitte_VerticalAlignment" w:val="1"/>
    <w:docVar w:name="Tabelle Kopf rechts oben_VerticalAlignment" w:val="0"/>
    <w:docVar w:name="Tabelle Kopf rechts unten_VerticalAlignment" w:val="3"/>
    <w:docVar w:name="Tabelle Textblock links mitte_VerticalAlignment" w:val="1"/>
    <w:docVar w:name="Tabelle Textblock links oben_VerticalAlignment" w:val="0"/>
    <w:docVar w:name="Tabelle Textblock links unten_VerticalAlignment" w:val="3"/>
    <w:docVar w:name="Tabelle Textblock mitte mitte_VerticalAlignment" w:val="1"/>
    <w:docVar w:name="Tabelle Textblock mitte oben_VerticalAlignment" w:val="0"/>
    <w:docVar w:name="Tabelle Textblock mitte unten_VerticalAlignment" w:val="3"/>
    <w:docVar w:name="Tabelle Textblock rechts mitte_VerticalAlignment" w:val="1"/>
    <w:docVar w:name="Tabelle Textblock rechts oben_VerticalAlignment" w:val="0"/>
    <w:docVar w:name="Tabelle Textblock rechts unten_VerticalAlignment" w:val="3"/>
    <w:docVar w:name="werknr" w:val="6999"/>
    <w:docVar w:name="werktitel" w:val="BR-Management"/>
  </w:docVars>
  <w:rsids>
    <w:rsidRoot w:val="00014916"/>
    <w:rsid w:val="00014916"/>
    <w:rsid w:val="000D2B35"/>
    <w:rsid w:val="00185956"/>
    <w:rsid w:val="002B5C6F"/>
    <w:rsid w:val="003E66AC"/>
    <w:rsid w:val="003F66AA"/>
    <w:rsid w:val="00486110"/>
    <w:rsid w:val="004A4055"/>
    <w:rsid w:val="004A7131"/>
    <w:rsid w:val="004D41CC"/>
    <w:rsid w:val="00566CCF"/>
    <w:rsid w:val="00614998"/>
    <w:rsid w:val="00627D05"/>
    <w:rsid w:val="0071729D"/>
    <w:rsid w:val="00880C00"/>
    <w:rsid w:val="009312A2"/>
    <w:rsid w:val="009C2A5F"/>
    <w:rsid w:val="009E08EE"/>
    <w:rsid w:val="00B040CA"/>
    <w:rsid w:val="00B404C6"/>
    <w:rsid w:val="00C926C0"/>
    <w:rsid w:val="00CD0A66"/>
    <w:rsid w:val="00D61DFC"/>
    <w:rsid w:val="00D67D6C"/>
    <w:rsid w:val="00F33E87"/>
    <w:rsid w:val="00F5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E0A241"/>
  <w15:docId w15:val="{09BE810A-EEF5-4CA8-960A-A1640D1A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A4055"/>
    <w:rPr>
      <w:sz w:val="24"/>
      <w:szCs w:val="24"/>
    </w:rPr>
  </w:style>
  <w:style w:type="paragraph" w:styleId="berschrift1">
    <w:name w:val="heading 1"/>
    <w:basedOn w:val="berschrift2"/>
    <w:next w:val="Standard"/>
    <w:qFormat/>
    <w:rsid w:val="004A4055"/>
    <w:pPr>
      <w:outlineLvl w:val="0"/>
    </w:pPr>
  </w:style>
  <w:style w:type="paragraph" w:styleId="berschrift2">
    <w:name w:val="heading 2"/>
    <w:basedOn w:val="berschrift4"/>
    <w:next w:val="Standard"/>
    <w:qFormat/>
    <w:rsid w:val="004A4055"/>
    <w:pPr>
      <w:outlineLvl w:val="1"/>
    </w:pPr>
  </w:style>
  <w:style w:type="paragraph" w:styleId="berschrift3">
    <w:name w:val="heading 3"/>
    <w:basedOn w:val="Standard"/>
    <w:next w:val="Standard"/>
    <w:qFormat/>
    <w:rsid w:val="004A4055"/>
    <w:pPr>
      <w:keepNext/>
      <w:spacing w:before="240" w:after="60"/>
      <w:outlineLvl w:val="2"/>
    </w:pPr>
    <w:rPr>
      <w:rFonts w:ascii="Arial" w:hAnsi="Arial"/>
    </w:rPr>
  </w:style>
  <w:style w:type="paragraph" w:styleId="berschrift4">
    <w:name w:val="heading 4"/>
    <w:basedOn w:val="Standard"/>
    <w:next w:val="Standard"/>
    <w:qFormat/>
    <w:rsid w:val="004A4055"/>
    <w:pPr>
      <w:outlineLvl w:val="3"/>
    </w:pPr>
  </w:style>
  <w:style w:type="paragraph" w:styleId="berschrift5">
    <w:name w:val="heading 5"/>
    <w:basedOn w:val="Standard"/>
    <w:next w:val="Standard"/>
    <w:qFormat/>
    <w:rsid w:val="004A4055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4A4055"/>
    <w:p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rsid w:val="004A4055"/>
    <w:p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rsid w:val="004A4055"/>
    <w:p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berschrift1"/>
    <w:next w:val="Standard"/>
    <w:qFormat/>
    <w:rsid w:val="004A4055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srowd">
    <w:name w:val="tsrow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ett">
    <w:name w:val="Strong"/>
    <w:qFormat/>
    <w:rsid w:val="004A4055"/>
    <w:rPr>
      <w:b/>
      <w:bCs/>
      <w:color w:val="auto"/>
    </w:rPr>
  </w:style>
  <w:style w:type="character" w:customStyle="1" w:styleId="Kursiv">
    <w:name w:val="Kursiv"/>
    <w:rsid w:val="004A4055"/>
    <w:rPr>
      <w:i/>
      <w:color w:val="auto"/>
    </w:rPr>
  </w:style>
  <w:style w:type="character" w:customStyle="1" w:styleId="Hervorgehoben">
    <w:name w:val="Hervorgehoben"/>
    <w:rsid w:val="004A4055"/>
    <w:rPr>
      <w:b/>
      <w:i/>
      <w:color w:val="auto"/>
    </w:rPr>
  </w:style>
  <w:style w:type="character" w:customStyle="1" w:styleId="Hoch">
    <w:name w:val="Hoch"/>
    <w:rsid w:val="004A4055"/>
    <w:rPr>
      <w:color w:val="auto"/>
      <w:sz w:val="20"/>
      <w:szCs w:val="20"/>
      <w:vertAlign w:val="superscript"/>
    </w:rPr>
  </w:style>
  <w:style w:type="character" w:customStyle="1" w:styleId="Tief">
    <w:name w:val="Tief"/>
    <w:basedOn w:val="Absatz-Standardschriftart"/>
    <w:rsid w:val="004A4055"/>
    <w:rPr>
      <w:color w:val="auto"/>
      <w:sz w:val="20"/>
      <w:szCs w:val="20"/>
      <w:vertAlign w:val="subscript"/>
    </w:rPr>
  </w:style>
  <w:style w:type="character" w:customStyle="1" w:styleId="Stichwort">
    <w:name w:val="Stichwort"/>
    <w:basedOn w:val="Absatz-Standardschriftart"/>
    <w:rsid w:val="004A4055"/>
    <w:rPr>
      <w:color w:val="auto"/>
      <w:u w:val="single"/>
    </w:rPr>
  </w:style>
  <w:style w:type="character" w:customStyle="1" w:styleId="StichwortKind">
    <w:name w:val="Stichwort Kind"/>
    <w:basedOn w:val="Absatz-Standardschriftart"/>
    <w:rsid w:val="004A4055"/>
    <w:rPr>
      <w:i/>
      <w:strike/>
      <w:dstrike w:val="0"/>
      <w:vanish/>
      <w:color w:val="auto"/>
    </w:rPr>
  </w:style>
  <w:style w:type="character" w:customStyle="1" w:styleId="Stichwortverdeckt">
    <w:name w:val="Stichwort verdeckt"/>
    <w:basedOn w:val="Absatz-Standardschriftart"/>
    <w:rsid w:val="004A4055"/>
    <w:rPr>
      <w:strike/>
      <w:dstrike w:val="0"/>
      <w:vanish/>
      <w:color w:val="FF00FF"/>
    </w:rPr>
  </w:style>
  <w:style w:type="character" w:customStyle="1" w:styleId="Verweis">
    <w:name w:val="Verweis"/>
    <w:basedOn w:val="Absatz-Standardschriftart"/>
    <w:rsid w:val="004A4055"/>
    <w:rPr>
      <w:color w:val="auto"/>
    </w:rPr>
  </w:style>
  <w:style w:type="character" w:customStyle="1" w:styleId="Ziel">
    <w:name w:val="Ziel"/>
    <w:basedOn w:val="Absatz-Standardschriftart"/>
    <w:rsid w:val="004A4055"/>
    <w:rPr>
      <w:strike/>
      <w:color w:val="0000FF"/>
    </w:rPr>
  </w:style>
  <w:style w:type="character" w:customStyle="1" w:styleId="Nummer">
    <w:name w:val="Nummer"/>
    <w:rsid w:val="004A4055"/>
    <w:rPr>
      <w:color w:val="auto"/>
    </w:rPr>
  </w:style>
  <w:style w:type="character" w:customStyle="1" w:styleId="Platzhalter">
    <w:name w:val="Platzhalter"/>
    <w:basedOn w:val="Absatz-Standardschriftart"/>
    <w:rsid w:val="004A4055"/>
    <w:rPr>
      <w:color w:val="auto"/>
    </w:rPr>
  </w:style>
  <w:style w:type="character" w:customStyle="1" w:styleId="unbekanntesZeichenformat">
    <w:name w:val="unbekanntes Zeichenformat"/>
    <w:basedOn w:val="Absatz-Standardschriftart"/>
    <w:rsid w:val="004A4055"/>
    <w:rPr>
      <w:b/>
      <w:i/>
      <w:color w:val="FF0000"/>
      <w:sz w:val="24"/>
    </w:rPr>
  </w:style>
  <w:style w:type="character" w:customStyle="1" w:styleId="Fnaufruf">
    <w:name w:val="Fnaufruf"/>
    <w:basedOn w:val="Absatz-Standardschriftart"/>
    <w:rsid w:val="004A4055"/>
  </w:style>
  <w:style w:type="character" w:customStyle="1" w:styleId="Fussnote">
    <w:name w:val="Fussnote"/>
    <w:basedOn w:val="Absatz-Standardschriftart"/>
    <w:rsid w:val="004A4055"/>
  </w:style>
  <w:style w:type="paragraph" w:customStyle="1" w:styleId="Liste1">
    <w:name w:val="Liste 1"/>
    <w:basedOn w:val="Textblock"/>
    <w:autoRedefine/>
    <w:rsid w:val="004A4055"/>
    <w:pPr>
      <w:numPr>
        <w:numId w:val="53"/>
      </w:numPr>
      <w:tabs>
        <w:tab w:val="clear" w:pos="360"/>
      </w:tabs>
      <w:ind w:left="357" w:hanging="357"/>
    </w:pPr>
  </w:style>
  <w:style w:type="paragraph" w:styleId="Liste2">
    <w:name w:val="List 2"/>
    <w:basedOn w:val="Liste1"/>
    <w:autoRedefine/>
    <w:rsid w:val="004A4055"/>
    <w:pPr>
      <w:numPr>
        <w:numId w:val="41"/>
      </w:numPr>
      <w:tabs>
        <w:tab w:val="clear" w:pos="360"/>
      </w:tabs>
      <w:ind w:left="714" w:hanging="357"/>
      <w:outlineLvl w:val="2"/>
    </w:pPr>
  </w:style>
  <w:style w:type="paragraph" w:styleId="Liste3">
    <w:name w:val="List 3"/>
    <w:basedOn w:val="Liste1"/>
    <w:autoRedefine/>
    <w:rsid w:val="004A4055"/>
    <w:pPr>
      <w:numPr>
        <w:numId w:val="45"/>
      </w:numPr>
      <w:tabs>
        <w:tab w:val="clear" w:pos="1072"/>
      </w:tabs>
      <w:ind w:left="1071" w:hanging="357"/>
    </w:pPr>
  </w:style>
  <w:style w:type="paragraph" w:customStyle="1" w:styleId="Liste1numerisch">
    <w:name w:val="Liste 1 numerisch"/>
    <w:basedOn w:val="Liste1"/>
    <w:autoRedefine/>
    <w:rsid w:val="004A4055"/>
    <w:pPr>
      <w:numPr>
        <w:numId w:val="37"/>
      </w:numPr>
      <w:tabs>
        <w:tab w:val="clear" w:pos="357"/>
      </w:tabs>
    </w:pPr>
  </w:style>
  <w:style w:type="paragraph" w:customStyle="1" w:styleId="Liste2numerisch">
    <w:name w:val="Liste 2 numerisch"/>
    <w:basedOn w:val="Liste2"/>
    <w:autoRedefine/>
    <w:rsid w:val="004A4055"/>
    <w:pPr>
      <w:numPr>
        <w:numId w:val="40"/>
      </w:numPr>
      <w:tabs>
        <w:tab w:val="clear" w:pos="711"/>
      </w:tabs>
      <w:ind w:left="709" w:right="2041" w:hanging="352"/>
    </w:pPr>
  </w:style>
  <w:style w:type="paragraph" w:customStyle="1" w:styleId="Liste3numerisch">
    <w:name w:val="Liste 3 numerisch"/>
    <w:basedOn w:val="Liste3"/>
    <w:autoRedefine/>
    <w:rsid w:val="004A4055"/>
    <w:pPr>
      <w:numPr>
        <w:numId w:val="47"/>
      </w:numPr>
      <w:tabs>
        <w:tab w:val="clear" w:pos="1072"/>
      </w:tabs>
      <w:ind w:left="1071" w:hanging="357"/>
    </w:pPr>
  </w:style>
  <w:style w:type="paragraph" w:customStyle="1" w:styleId="Liste1alphabetisch">
    <w:name w:val="Liste 1 alphabetisch"/>
    <w:basedOn w:val="Liste1"/>
    <w:autoRedefine/>
    <w:rsid w:val="004A4055"/>
    <w:pPr>
      <w:numPr>
        <w:numId w:val="36"/>
      </w:numPr>
      <w:tabs>
        <w:tab w:val="clear" w:pos="357"/>
      </w:tabs>
    </w:pPr>
  </w:style>
  <w:style w:type="paragraph" w:customStyle="1" w:styleId="Liste2alphabetisch">
    <w:name w:val="Liste 2 alphabetisch"/>
    <w:basedOn w:val="Liste2"/>
    <w:autoRedefine/>
    <w:rsid w:val="004A4055"/>
    <w:pPr>
      <w:numPr>
        <w:numId w:val="39"/>
      </w:numPr>
      <w:tabs>
        <w:tab w:val="clear" w:pos="714"/>
      </w:tabs>
    </w:pPr>
  </w:style>
  <w:style w:type="paragraph" w:customStyle="1" w:styleId="Liste3alphabetisch">
    <w:name w:val="Liste 3 alphabetisch"/>
    <w:basedOn w:val="Liste3"/>
    <w:autoRedefine/>
    <w:rsid w:val="004A4055"/>
    <w:pPr>
      <w:numPr>
        <w:numId w:val="46"/>
      </w:numPr>
      <w:tabs>
        <w:tab w:val="clear" w:pos="1072"/>
      </w:tabs>
      <w:ind w:left="1071" w:hanging="357"/>
    </w:pPr>
  </w:style>
  <w:style w:type="paragraph" w:customStyle="1" w:styleId="Liste1rmisch">
    <w:name w:val="Liste 1 römisch"/>
    <w:basedOn w:val="Liste1"/>
    <w:autoRedefine/>
    <w:rsid w:val="004A4055"/>
    <w:pPr>
      <w:numPr>
        <w:numId w:val="38"/>
      </w:numPr>
      <w:tabs>
        <w:tab w:val="clear" w:pos="357"/>
      </w:tabs>
    </w:pPr>
  </w:style>
  <w:style w:type="paragraph" w:customStyle="1" w:styleId="Liste2rmisch">
    <w:name w:val="Liste 2 römisch"/>
    <w:basedOn w:val="Liste1"/>
    <w:autoRedefine/>
    <w:rsid w:val="004A4055"/>
    <w:pPr>
      <w:numPr>
        <w:numId w:val="44"/>
      </w:numPr>
      <w:tabs>
        <w:tab w:val="clear" w:pos="714"/>
      </w:tabs>
    </w:pPr>
  </w:style>
  <w:style w:type="paragraph" w:customStyle="1" w:styleId="Liste3rmisch">
    <w:name w:val="Liste 3 römisch"/>
    <w:basedOn w:val="Liste3"/>
    <w:autoRedefine/>
    <w:rsid w:val="004A4055"/>
    <w:pPr>
      <w:numPr>
        <w:numId w:val="48"/>
      </w:numPr>
      <w:tabs>
        <w:tab w:val="clear" w:pos="1072"/>
      </w:tabs>
      <w:ind w:left="1071" w:hanging="357"/>
    </w:pPr>
  </w:style>
  <w:style w:type="paragraph" w:customStyle="1" w:styleId="Liste1manuell">
    <w:name w:val="Liste 1 manuell"/>
    <w:basedOn w:val="Liste1"/>
    <w:autoRedefine/>
    <w:rsid w:val="004A4055"/>
    <w:pPr>
      <w:numPr>
        <w:numId w:val="0"/>
      </w:numPr>
      <w:ind w:left="357" w:hanging="357"/>
      <w:outlineLvl w:val="2"/>
    </w:pPr>
  </w:style>
  <w:style w:type="paragraph" w:customStyle="1" w:styleId="Liste2manuell">
    <w:name w:val="Liste 2 manuell"/>
    <w:basedOn w:val="Liste2"/>
    <w:autoRedefine/>
    <w:rsid w:val="004A4055"/>
    <w:pPr>
      <w:numPr>
        <w:numId w:val="0"/>
      </w:numPr>
      <w:ind w:left="714" w:hanging="357"/>
    </w:pPr>
  </w:style>
  <w:style w:type="paragraph" w:customStyle="1" w:styleId="Liste3manuell">
    <w:name w:val="Liste 3 manuell"/>
    <w:basedOn w:val="Liste3"/>
    <w:autoRedefine/>
    <w:rsid w:val="004A4055"/>
    <w:pPr>
      <w:numPr>
        <w:numId w:val="0"/>
      </w:numPr>
      <w:ind w:left="1071" w:hanging="357"/>
    </w:pPr>
  </w:style>
  <w:style w:type="paragraph" w:customStyle="1" w:styleId="Liste1fortsetzen">
    <w:name w:val="Liste 1 fortsetzen"/>
    <w:basedOn w:val="Liste1"/>
    <w:autoRedefine/>
    <w:rsid w:val="004A4055"/>
    <w:pPr>
      <w:numPr>
        <w:numId w:val="0"/>
      </w:numPr>
      <w:ind w:left="357"/>
    </w:pPr>
  </w:style>
  <w:style w:type="paragraph" w:customStyle="1" w:styleId="Liste2fortsetzen">
    <w:name w:val="Liste 2 fortsetzen"/>
    <w:basedOn w:val="Liste2"/>
    <w:autoRedefine/>
    <w:rsid w:val="004A4055"/>
    <w:pPr>
      <w:numPr>
        <w:numId w:val="0"/>
      </w:numPr>
      <w:ind w:left="714"/>
    </w:pPr>
  </w:style>
  <w:style w:type="paragraph" w:customStyle="1" w:styleId="Liste3fortsetzen">
    <w:name w:val="Liste 3 fortsetzen"/>
    <w:basedOn w:val="Liste3"/>
    <w:autoRedefine/>
    <w:rsid w:val="004A4055"/>
    <w:pPr>
      <w:numPr>
        <w:numId w:val="0"/>
      </w:numPr>
      <w:ind w:left="1072"/>
    </w:pPr>
  </w:style>
  <w:style w:type="paragraph" w:customStyle="1" w:styleId="Bildplatzhalter">
    <w:name w:val="Bildplatzhalter"/>
    <w:basedOn w:val="Standard"/>
    <w:next w:val="Standard"/>
    <w:autoRedefine/>
    <w:rsid w:val="004A4055"/>
    <w:pPr>
      <w:spacing w:before="120" w:after="120" w:line="260" w:lineRule="atLeast"/>
    </w:pPr>
    <w:rPr>
      <w:rFonts w:ascii="Arial" w:hAnsi="Arial"/>
      <w:sz w:val="22"/>
      <w:szCs w:val="22"/>
    </w:rPr>
  </w:style>
  <w:style w:type="paragraph" w:customStyle="1" w:styleId="Bildtextblock">
    <w:name w:val="Bildtextblock"/>
    <w:basedOn w:val="Textblock"/>
    <w:next w:val="Textblock"/>
    <w:autoRedefine/>
    <w:rsid w:val="004A4055"/>
    <w:pPr>
      <w:spacing w:before="60" w:after="60" w:line="220" w:lineRule="exact"/>
    </w:pPr>
    <w:rPr>
      <w:sz w:val="16"/>
    </w:rPr>
  </w:style>
  <w:style w:type="paragraph" w:customStyle="1" w:styleId="Bildtitel">
    <w:name w:val="Bildtitel"/>
    <w:basedOn w:val="Textblock"/>
    <w:next w:val="Textblock"/>
    <w:autoRedefine/>
    <w:rsid w:val="004A4055"/>
    <w:pPr>
      <w:keepNext/>
      <w:spacing w:after="60" w:line="240" w:lineRule="exact"/>
      <w:outlineLvl w:val="2"/>
    </w:pPr>
    <w:rPr>
      <w:b/>
      <w:sz w:val="18"/>
    </w:rPr>
  </w:style>
  <w:style w:type="paragraph" w:customStyle="1" w:styleId="Doktitel">
    <w:name w:val="Doktitel"/>
    <w:basedOn w:val="Textblock"/>
    <w:next w:val="Textblock"/>
    <w:autoRedefine/>
    <w:rsid w:val="00D67D6C"/>
    <w:pPr>
      <w:keepNext/>
      <w:keepLines/>
      <w:widowControl w:val="0"/>
      <w:suppressAutoHyphens/>
      <w:spacing w:before="300" w:line="420" w:lineRule="exact"/>
      <w:ind w:right="74"/>
      <w:jc w:val="left"/>
      <w:outlineLvl w:val="0"/>
    </w:pPr>
    <w:rPr>
      <w:rFonts w:cs="Arial"/>
      <w:b/>
      <w:sz w:val="28"/>
      <w:szCs w:val="28"/>
    </w:rPr>
  </w:style>
  <w:style w:type="paragraph" w:customStyle="1" w:styleId="Zwischenberschrift1">
    <w:name w:val="Zwischenüberschrift 1"/>
    <w:basedOn w:val="Textblock"/>
    <w:next w:val="Textblock"/>
    <w:autoRedefine/>
    <w:rsid w:val="00B404C6"/>
    <w:pPr>
      <w:keepNext/>
      <w:spacing w:before="240" w:line="280" w:lineRule="exact"/>
      <w:outlineLvl w:val="2"/>
    </w:pPr>
    <w:rPr>
      <w:b/>
      <w:sz w:val="24"/>
    </w:rPr>
  </w:style>
  <w:style w:type="paragraph" w:customStyle="1" w:styleId="Zwischenberschrift2">
    <w:name w:val="Zwischenüberschrift 2"/>
    <w:basedOn w:val="Zwischenberschrift1"/>
    <w:next w:val="Textblock"/>
    <w:autoRedefine/>
    <w:rsid w:val="004D41CC"/>
    <w:pPr>
      <w:spacing w:after="80"/>
      <w:outlineLvl w:val="3"/>
    </w:pPr>
  </w:style>
  <w:style w:type="paragraph" w:customStyle="1" w:styleId="Zwischenberschrift3">
    <w:name w:val="Zwischenüberschrift 3"/>
    <w:basedOn w:val="Zwischenberschrift2"/>
    <w:next w:val="Textblock"/>
    <w:autoRedefine/>
    <w:rsid w:val="004A4055"/>
    <w:pPr>
      <w:spacing w:after="120"/>
      <w:outlineLvl w:val="4"/>
    </w:pPr>
    <w:rPr>
      <w:i/>
      <w:szCs w:val="26"/>
    </w:rPr>
  </w:style>
  <w:style w:type="paragraph" w:customStyle="1" w:styleId="Marginalie">
    <w:name w:val="Marginalie"/>
    <w:next w:val="Standard"/>
    <w:autoRedefine/>
    <w:rsid w:val="004A4055"/>
    <w:pPr>
      <w:framePr w:w="1814" w:hSpace="284" w:wrap="around" w:vAnchor="text" w:hAnchor="margin" w:xAlign="right" w:y="1"/>
      <w:spacing w:after="120" w:line="260" w:lineRule="exact"/>
      <w:outlineLvl w:val="3"/>
    </w:pPr>
    <w:rPr>
      <w:rFonts w:ascii="Arial" w:hAnsi="Arial"/>
      <w:b/>
    </w:rPr>
  </w:style>
  <w:style w:type="paragraph" w:customStyle="1" w:styleId="Randnummer">
    <w:name w:val="Randnummer"/>
    <w:basedOn w:val="Textblock"/>
    <w:next w:val="Textblock"/>
    <w:autoRedefine/>
    <w:rsid w:val="004A4055"/>
    <w:pPr>
      <w:tabs>
        <w:tab w:val="left" w:pos="0"/>
      </w:tabs>
    </w:pPr>
  </w:style>
  <w:style w:type="paragraph" w:customStyle="1" w:styleId="Auszug">
    <w:name w:val="Auszug"/>
    <w:basedOn w:val="Textblock"/>
    <w:next w:val="Textblock"/>
    <w:autoRedefine/>
    <w:rsid w:val="004A4055"/>
    <w:pPr>
      <w:spacing w:before="120"/>
    </w:pPr>
    <w:rPr>
      <w:i/>
    </w:rPr>
  </w:style>
  <w:style w:type="paragraph" w:customStyle="1" w:styleId="TabelleTitel">
    <w:name w:val="Tabelle Titel"/>
    <w:next w:val="Textblock"/>
    <w:autoRedefine/>
    <w:rsid w:val="004A4055"/>
    <w:pPr>
      <w:keepNext/>
      <w:spacing w:before="120" w:after="40" w:line="280" w:lineRule="exact"/>
    </w:pPr>
    <w:rPr>
      <w:rFonts w:ascii="Arial" w:hAnsi="Arial"/>
      <w:b/>
      <w:color w:val="000000"/>
      <w:szCs w:val="24"/>
    </w:rPr>
  </w:style>
  <w:style w:type="paragraph" w:customStyle="1" w:styleId="TabelleKopflinksoben">
    <w:name w:val="Tabelle Kopf links oben"/>
    <w:autoRedefine/>
    <w:rsid w:val="004A4055"/>
    <w:pPr>
      <w:spacing w:before="40" w:after="40"/>
    </w:pPr>
    <w:rPr>
      <w:rFonts w:ascii="Arial" w:hAnsi="Arial"/>
      <w:b/>
      <w:color w:val="000000"/>
      <w:szCs w:val="24"/>
    </w:rPr>
  </w:style>
  <w:style w:type="paragraph" w:customStyle="1" w:styleId="TabelleKopfmitteoben">
    <w:name w:val="Tabelle Kopf mitte oben"/>
    <w:autoRedefine/>
    <w:rsid w:val="004A4055"/>
    <w:pPr>
      <w:spacing w:before="40" w:after="40"/>
      <w:jc w:val="center"/>
    </w:pPr>
    <w:rPr>
      <w:rFonts w:ascii="Arial" w:hAnsi="Arial"/>
      <w:b/>
      <w:color w:val="000000"/>
      <w:szCs w:val="24"/>
    </w:rPr>
  </w:style>
  <w:style w:type="paragraph" w:customStyle="1" w:styleId="TabelleKopfrechtsoben">
    <w:name w:val="Tabelle Kopf rechts oben"/>
    <w:autoRedefine/>
    <w:rsid w:val="004A4055"/>
    <w:pPr>
      <w:spacing w:before="40" w:after="40"/>
      <w:jc w:val="right"/>
    </w:pPr>
    <w:rPr>
      <w:rFonts w:ascii="Arial" w:hAnsi="Arial"/>
      <w:b/>
      <w:color w:val="000000"/>
      <w:szCs w:val="24"/>
    </w:rPr>
  </w:style>
  <w:style w:type="paragraph" w:customStyle="1" w:styleId="TabelleKopflinksmitte">
    <w:name w:val="Tabelle Kopf links mitte"/>
    <w:autoRedefine/>
    <w:rsid w:val="004A4055"/>
    <w:pPr>
      <w:spacing w:before="40" w:after="40"/>
    </w:pPr>
    <w:rPr>
      <w:rFonts w:ascii="Arial" w:hAnsi="Arial"/>
      <w:b/>
      <w:color w:val="000000"/>
      <w:szCs w:val="24"/>
      <w:lang w:val="en-GB"/>
    </w:rPr>
  </w:style>
  <w:style w:type="paragraph" w:customStyle="1" w:styleId="TabelleKopfmittemitte">
    <w:name w:val="Tabelle Kopf mitte mitte"/>
    <w:autoRedefine/>
    <w:rsid w:val="004A4055"/>
    <w:pPr>
      <w:spacing w:before="40" w:after="40"/>
      <w:jc w:val="center"/>
    </w:pPr>
    <w:rPr>
      <w:rFonts w:ascii="Arial" w:hAnsi="Arial"/>
      <w:b/>
      <w:color w:val="000000"/>
      <w:szCs w:val="24"/>
    </w:rPr>
  </w:style>
  <w:style w:type="paragraph" w:customStyle="1" w:styleId="TabelleKopfrechtsmitte">
    <w:name w:val="Tabelle Kopf rechts mitte"/>
    <w:autoRedefine/>
    <w:rsid w:val="004A4055"/>
    <w:pPr>
      <w:spacing w:before="40" w:after="40"/>
      <w:jc w:val="right"/>
    </w:pPr>
    <w:rPr>
      <w:rFonts w:ascii="Arial" w:hAnsi="Arial"/>
      <w:b/>
      <w:color w:val="000000"/>
      <w:szCs w:val="24"/>
    </w:rPr>
  </w:style>
  <w:style w:type="paragraph" w:customStyle="1" w:styleId="TabelleKopflinksunten">
    <w:name w:val="Tabelle Kopf links unten"/>
    <w:rsid w:val="004A4055"/>
    <w:pPr>
      <w:spacing w:before="40" w:after="40"/>
    </w:pPr>
    <w:rPr>
      <w:rFonts w:ascii="Arial" w:hAnsi="Arial"/>
      <w:b/>
      <w:color w:val="000000"/>
      <w:szCs w:val="24"/>
    </w:rPr>
  </w:style>
  <w:style w:type="paragraph" w:customStyle="1" w:styleId="TabelleKopfmitteunten">
    <w:name w:val="Tabelle Kopf mitte unten"/>
    <w:autoRedefine/>
    <w:rsid w:val="004A4055"/>
    <w:pPr>
      <w:spacing w:before="40" w:after="40"/>
      <w:jc w:val="center"/>
    </w:pPr>
    <w:rPr>
      <w:rFonts w:ascii="Arial" w:hAnsi="Arial"/>
      <w:b/>
      <w:color w:val="000000"/>
      <w:szCs w:val="24"/>
    </w:rPr>
  </w:style>
  <w:style w:type="paragraph" w:customStyle="1" w:styleId="TabelleKopfrechtsunten">
    <w:name w:val="Tabelle Kopf rechts unten"/>
    <w:autoRedefine/>
    <w:rsid w:val="004A4055"/>
    <w:pPr>
      <w:spacing w:before="40" w:after="40"/>
      <w:jc w:val="right"/>
    </w:pPr>
    <w:rPr>
      <w:rFonts w:ascii="Arial" w:hAnsi="Arial"/>
      <w:b/>
      <w:color w:val="000000"/>
      <w:szCs w:val="24"/>
    </w:rPr>
  </w:style>
  <w:style w:type="paragraph" w:customStyle="1" w:styleId="TabelleTextblocklinksoben">
    <w:name w:val="Tabelle Textblock links oben"/>
    <w:autoRedefine/>
    <w:rsid w:val="004A4055"/>
    <w:pPr>
      <w:tabs>
        <w:tab w:val="left" w:pos="0"/>
      </w:tabs>
      <w:spacing w:before="40" w:after="40"/>
    </w:pPr>
    <w:rPr>
      <w:rFonts w:ascii="Arial" w:hAnsi="Arial"/>
      <w:color w:val="000000"/>
      <w:szCs w:val="24"/>
    </w:rPr>
  </w:style>
  <w:style w:type="paragraph" w:customStyle="1" w:styleId="TabelleTextblockmitteoben">
    <w:name w:val="Tabelle Textblock mitte oben"/>
    <w:autoRedefine/>
    <w:rsid w:val="004A4055"/>
    <w:pPr>
      <w:spacing w:before="40" w:after="40"/>
      <w:jc w:val="center"/>
    </w:pPr>
    <w:rPr>
      <w:rFonts w:ascii="Arial" w:hAnsi="Arial"/>
      <w:color w:val="000000"/>
      <w:szCs w:val="24"/>
    </w:rPr>
  </w:style>
  <w:style w:type="paragraph" w:customStyle="1" w:styleId="TabelleTextblockrechtsoben">
    <w:name w:val="Tabelle Textblock rechts oben"/>
    <w:autoRedefine/>
    <w:rsid w:val="004A4055"/>
    <w:pPr>
      <w:spacing w:before="40" w:after="40"/>
      <w:jc w:val="right"/>
    </w:pPr>
    <w:rPr>
      <w:rFonts w:ascii="Arial" w:hAnsi="Arial"/>
      <w:color w:val="000000"/>
      <w:szCs w:val="24"/>
    </w:rPr>
  </w:style>
  <w:style w:type="paragraph" w:customStyle="1" w:styleId="TabelleTextblocklinksmitte">
    <w:name w:val="Tabelle Textblock links mitte"/>
    <w:autoRedefine/>
    <w:rsid w:val="004A4055"/>
    <w:pPr>
      <w:spacing w:before="40" w:after="40"/>
    </w:pPr>
    <w:rPr>
      <w:rFonts w:ascii="Arial" w:hAnsi="Arial"/>
      <w:color w:val="000000"/>
      <w:szCs w:val="24"/>
    </w:rPr>
  </w:style>
  <w:style w:type="paragraph" w:customStyle="1" w:styleId="TabelleTextblockmittemitte">
    <w:name w:val="Tabelle Textblock mitte mitte"/>
    <w:autoRedefine/>
    <w:rsid w:val="004A4055"/>
    <w:pPr>
      <w:spacing w:before="40" w:after="40"/>
      <w:jc w:val="center"/>
    </w:pPr>
    <w:rPr>
      <w:rFonts w:ascii="Arial" w:hAnsi="Arial"/>
      <w:color w:val="000000"/>
      <w:szCs w:val="24"/>
    </w:rPr>
  </w:style>
  <w:style w:type="paragraph" w:customStyle="1" w:styleId="TabelleTextblockrechtsmitte">
    <w:name w:val="Tabelle Textblock rechts mitte"/>
    <w:autoRedefine/>
    <w:rsid w:val="004A4055"/>
    <w:pPr>
      <w:spacing w:before="40" w:after="40"/>
      <w:jc w:val="right"/>
    </w:pPr>
    <w:rPr>
      <w:rFonts w:ascii="Arial" w:hAnsi="Arial"/>
      <w:color w:val="000000"/>
      <w:szCs w:val="24"/>
    </w:rPr>
  </w:style>
  <w:style w:type="paragraph" w:customStyle="1" w:styleId="TabelleTextblocklinksunten">
    <w:name w:val="Tabelle Textblock links unten"/>
    <w:autoRedefine/>
    <w:rsid w:val="004A4055"/>
    <w:pPr>
      <w:tabs>
        <w:tab w:val="left" w:pos="0"/>
      </w:tabs>
      <w:spacing w:before="40" w:after="40"/>
    </w:pPr>
    <w:rPr>
      <w:rFonts w:ascii="Arial" w:hAnsi="Arial"/>
      <w:color w:val="000000"/>
      <w:szCs w:val="24"/>
    </w:rPr>
  </w:style>
  <w:style w:type="paragraph" w:customStyle="1" w:styleId="TabelleTextblockmitteunten">
    <w:name w:val="Tabelle Textblock mitte unten"/>
    <w:autoRedefine/>
    <w:rsid w:val="004A4055"/>
    <w:pPr>
      <w:spacing w:before="40" w:after="40"/>
      <w:jc w:val="center"/>
    </w:pPr>
    <w:rPr>
      <w:rFonts w:ascii="Arial" w:hAnsi="Arial"/>
      <w:color w:val="000000"/>
      <w:szCs w:val="24"/>
    </w:rPr>
  </w:style>
  <w:style w:type="paragraph" w:customStyle="1" w:styleId="TabelleTextblockrechtsunten">
    <w:name w:val="Tabelle Textblock rechts unten"/>
    <w:autoRedefine/>
    <w:rsid w:val="004A4055"/>
    <w:pPr>
      <w:spacing w:before="40" w:after="40"/>
      <w:jc w:val="right"/>
    </w:pPr>
    <w:rPr>
      <w:rFonts w:ascii="Arial" w:hAnsi="Arial"/>
      <w:color w:val="000000"/>
      <w:szCs w:val="24"/>
    </w:rPr>
  </w:style>
  <w:style w:type="paragraph" w:customStyle="1" w:styleId="TabelleListe1ungeordnet">
    <w:name w:val="Tabelle Liste 1 ungeordnet"/>
    <w:autoRedefine/>
    <w:rsid w:val="004A4055"/>
    <w:pPr>
      <w:numPr>
        <w:numId w:val="2"/>
      </w:numPr>
      <w:tabs>
        <w:tab w:val="clear" w:pos="360"/>
      </w:tabs>
      <w:spacing w:before="20" w:after="20"/>
      <w:ind w:left="357" w:hanging="357"/>
    </w:pPr>
    <w:rPr>
      <w:rFonts w:ascii="Arial" w:hAnsi="Arial"/>
      <w:color w:val="000000"/>
      <w:szCs w:val="24"/>
    </w:rPr>
  </w:style>
  <w:style w:type="paragraph" w:customStyle="1" w:styleId="TabelleListe1numerisch">
    <w:name w:val="Tabelle Liste 1 numerisch"/>
    <w:autoRedefine/>
    <w:rsid w:val="004A4055"/>
    <w:pPr>
      <w:numPr>
        <w:numId w:val="26"/>
      </w:numPr>
      <w:tabs>
        <w:tab w:val="clear" w:pos="360"/>
      </w:tabs>
      <w:spacing w:before="20" w:after="20"/>
    </w:pPr>
    <w:rPr>
      <w:rFonts w:ascii="Arial" w:hAnsi="Arial"/>
      <w:color w:val="000000"/>
      <w:szCs w:val="24"/>
    </w:rPr>
  </w:style>
  <w:style w:type="paragraph" w:customStyle="1" w:styleId="TabelleListe1alphabetisch">
    <w:name w:val="Tabelle Liste 1 alphabetisch"/>
    <w:autoRedefine/>
    <w:rsid w:val="004A4055"/>
    <w:pPr>
      <w:numPr>
        <w:numId w:val="25"/>
      </w:numPr>
      <w:tabs>
        <w:tab w:val="clear" w:pos="360"/>
      </w:tabs>
      <w:spacing w:before="20" w:after="20"/>
    </w:pPr>
    <w:rPr>
      <w:rFonts w:ascii="Arial" w:hAnsi="Arial"/>
      <w:color w:val="000000"/>
      <w:szCs w:val="24"/>
    </w:rPr>
  </w:style>
  <w:style w:type="paragraph" w:customStyle="1" w:styleId="TabelleListe2ungeordnet">
    <w:name w:val="Tabelle Liste 2 ungeordnet"/>
    <w:autoRedefine/>
    <w:rsid w:val="004A4055"/>
    <w:pPr>
      <w:numPr>
        <w:numId w:val="3"/>
      </w:numPr>
      <w:tabs>
        <w:tab w:val="clear" w:pos="729"/>
      </w:tabs>
      <w:spacing w:before="20" w:after="20"/>
      <w:ind w:left="714" w:hanging="357"/>
    </w:pPr>
    <w:rPr>
      <w:rFonts w:ascii="Arial" w:hAnsi="Arial"/>
      <w:color w:val="000000"/>
      <w:szCs w:val="24"/>
    </w:rPr>
  </w:style>
  <w:style w:type="paragraph" w:customStyle="1" w:styleId="TabelleListe2numerisch">
    <w:name w:val="Tabelle Liste 2 numerisch"/>
    <w:autoRedefine/>
    <w:rsid w:val="004A4055"/>
    <w:pPr>
      <w:numPr>
        <w:numId w:val="4"/>
      </w:numPr>
      <w:tabs>
        <w:tab w:val="clear" w:pos="731"/>
      </w:tabs>
      <w:spacing w:before="20" w:after="20"/>
      <w:ind w:left="714" w:hanging="357"/>
    </w:pPr>
    <w:rPr>
      <w:rFonts w:ascii="Arial" w:hAnsi="Arial"/>
      <w:color w:val="000000"/>
      <w:szCs w:val="24"/>
    </w:rPr>
  </w:style>
  <w:style w:type="paragraph" w:customStyle="1" w:styleId="TabelleListe2alphabetisch">
    <w:name w:val="Tabelle Liste 2 alphabetisch"/>
    <w:autoRedefine/>
    <w:rsid w:val="004A4055"/>
    <w:pPr>
      <w:numPr>
        <w:numId w:val="5"/>
      </w:numPr>
      <w:tabs>
        <w:tab w:val="clear" w:pos="731"/>
      </w:tabs>
      <w:spacing w:before="20" w:after="20"/>
      <w:ind w:left="714" w:hanging="357"/>
    </w:pPr>
    <w:rPr>
      <w:rFonts w:ascii="Arial" w:hAnsi="Arial"/>
      <w:color w:val="000000"/>
      <w:szCs w:val="24"/>
    </w:rPr>
  </w:style>
  <w:style w:type="paragraph" w:customStyle="1" w:styleId="MusterTextblock">
    <w:name w:val="Muster Textblock"/>
    <w:basedOn w:val="Textblock"/>
    <w:autoRedefine/>
    <w:rsid w:val="004A4055"/>
    <w:pPr>
      <w:spacing w:line="240" w:lineRule="exact"/>
    </w:pPr>
    <w:rPr>
      <w:rFonts w:ascii="Courier New" w:hAnsi="Courier New"/>
    </w:rPr>
  </w:style>
  <w:style w:type="paragraph" w:customStyle="1" w:styleId="MusterTitel">
    <w:name w:val="Muster Titel"/>
    <w:basedOn w:val="MusterTextblock"/>
    <w:next w:val="MusterTextblock"/>
    <w:autoRedefine/>
    <w:rsid w:val="004A4055"/>
    <w:pPr>
      <w:keepNext/>
      <w:spacing w:before="240" w:after="60" w:line="320" w:lineRule="exact"/>
    </w:pPr>
    <w:rPr>
      <w:b/>
      <w:sz w:val="28"/>
    </w:rPr>
  </w:style>
  <w:style w:type="paragraph" w:customStyle="1" w:styleId="MusterTextblockextra">
    <w:name w:val="Muster Textblock extra"/>
    <w:basedOn w:val="MusterTextblock"/>
    <w:next w:val="MusterTextblock"/>
    <w:autoRedefine/>
    <w:rsid w:val="004A4055"/>
    <w:pPr>
      <w:jc w:val="right"/>
    </w:pPr>
  </w:style>
  <w:style w:type="paragraph" w:customStyle="1" w:styleId="MusterZwischenberschrift1">
    <w:name w:val="Muster Zwischenüberschrift 1"/>
    <w:basedOn w:val="MusterTextblock"/>
    <w:next w:val="MusterTextblock"/>
    <w:autoRedefine/>
    <w:rsid w:val="004A4055"/>
    <w:pPr>
      <w:keepNext/>
      <w:spacing w:before="240"/>
    </w:pPr>
    <w:rPr>
      <w:b/>
    </w:rPr>
  </w:style>
  <w:style w:type="paragraph" w:customStyle="1" w:styleId="MusterZwischenberschrift2">
    <w:name w:val="Muster Zwischenüberschrift 2"/>
    <w:basedOn w:val="MusterTextblock"/>
    <w:next w:val="MusterTextblock"/>
    <w:autoRedefine/>
    <w:rsid w:val="004A4055"/>
    <w:pPr>
      <w:keepNext/>
      <w:spacing w:before="240"/>
    </w:pPr>
  </w:style>
  <w:style w:type="paragraph" w:customStyle="1" w:styleId="MusterZwischenberschrift3">
    <w:name w:val="Muster Zwischenüberschrift 3"/>
    <w:basedOn w:val="MusterTextblock"/>
    <w:next w:val="MusterTextblock"/>
    <w:autoRedefine/>
    <w:rsid w:val="004A4055"/>
    <w:pPr>
      <w:keepNext/>
      <w:spacing w:before="240"/>
    </w:pPr>
    <w:rPr>
      <w:i/>
    </w:rPr>
  </w:style>
  <w:style w:type="paragraph" w:customStyle="1" w:styleId="MusterListe1">
    <w:name w:val="Muster Liste 1"/>
    <w:basedOn w:val="MusterTextblock"/>
    <w:autoRedefine/>
    <w:rsid w:val="004A4055"/>
    <w:pPr>
      <w:numPr>
        <w:numId w:val="58"/>
      </w:numPr>
      <w:tabs>
        <w:tab w:val="clear" w:pos="360"/>
      </w:tabs>
      <w:ind w:left="357" w:hanging="357"/>
    </w:pPr>
  </w:style>
  <w:style w:type="paragraph" w:customStyle="1" w:styleId="MusterListe2">
    <w:name w:val="Muster Liste 2"/>
    <w:basedOn w:val="MusterTextblock"/>
    <w:autoRedefine/>
    <w:rsid w:val="004A4055"/>
    <w:pPr>
      <w:numPr>
        <w:numId w:val="59"/>
      </w:numPr>
      <w:tabs>
        <w:tab w:val="clear" w:pos="717"/>
      </w:tabs>
      <w:ind w:left="714" w:hanging="357"/>
    </w:pPr>
    <w:rPr>
      <w:szCs w:val="20"/>
    </w:rPr>
  </w:style>
  <w:style w:type="paragraph" w:customStyle="1" w:styleId="MusterListe1numerisch">
    <w:name w:val="Muster Liste 1 numerisch"/>
    <w:basedOn w:val="MusterListe1"/>
    <w:autoRedefine/>
    <w:rsid w:val="004A4055"/>
    <w:pPr>
      <w:numPr>
        <w:numId w:val="20"/>
      </w:numPr>
      <w:tabs>
        <w:tab w:val="clear" w:pos="363"/>
      </w:tabs>
      <w:ind w:left="357" w:hanging="357"/>
    </w:pPr>
  </w:style>
  <w:style w:type="paragraph" w:customStyle="1" w:styleId="MusterListe2numerisch">
    <w:name w:val="Muster Liste 2 numerisch"/>
    <w:basedOn w:val="MusterListe2"/>
    <w:autoRedefine/>
    <w:rsid w:val="004A4055"/>
    <w:pPr>
      <w:numPr>
        <w:numId w:val="23"/>
      </w:numPr>
      <w:tabs>
        <w:tab w:val="clear" w:pos="720"/>
      </w:tabs>
      <w:ind w:left="714" w:hanging="357"/>
    </w:pPr>
  </w:style>
  <w:style w:type="paragraph" w:customStyle="1" w:styleId="MusterListe1alphabetisch">
    <w:name w:val="Muster Liste 1 alphabetisch"/>
    <w:basedOn w:val="MusterListe1"/>
    <w:autoRedefine/>
    <w:rsid w:val="004A4055"/>
    <w:pPr>
      <w:numPr>
        <w:numId w:val="19"/>
      </w:numPr>
      <w:tabs>
        <w:tab w:val="clear" w:pos="363"/>
      </w:tabs>
      <w:ind w:left="357" w:hanging="357"/>
    </w:pPr>
  </w:style>
  <w:style w:type="paragraph" w:customStyle="1" w:styleId="MusterListe2alphabetisch">
    <w:name w:val="Muster Liste 2 alphabetisch"/>
    <w:basedOn w:val="MusterListe2"/>
    <w:autoRedefine/>
    <w:rsid w:val="004A4055"/>
    <w:pPr>
      <w:numPr>
        <w:numId w:val="22"/>
      </w:numPr>
      <w:tabs>
        <w:tab w:val="clear" w:pos="720"/>
      </w:tabs>
      <w:ind w:left="714" w:hanging="357"/>
    </w:pPr>
  </w:style>
  <w:style w:type="paragraph" w:customStyle="1" w:styleId="MusterListe1rmisch">
    <w:name w:val="Muster Liste 1 römisch"/>
    <w:basedOn w:val="MusterListe1"/>
    <w:autoRedefine/>
    <w:rsid w:val="004A4055"/>
    <w:pPr>
      <w:numPr>
        <w:numId w:val="21"/>
      </w:numPr>
      <w:tabs>
        <w:tab w:val="clear" w:pos="720"/>
      </w:tabs>
      <w:ind w:left="357" w:hanging="357"/>
    </w:pPr>
  </w:style>
  <w:style w:type="paragraph" w:customStyle="1" w:styleId="MusterListe2rmisch">
    <w:name w:val="Muster Liste 2 römisch"/>
    <w:basedOn w:val="MusterListe2"/>
    <w:autoRedefine/>
    <w:rsid w:val="004A4055"/>
    <w:pPr>
      <w:numPr>
        <w:numId w:val="24"/>
      </w:numPr>
      <w:tabs>
        <w:tab w:val="clear" w:pos="1072"/>
      </w:tabs>
    </w:pPr>
  </w:style>
  <w:style w:type="paragraph" w:customStyle="1" w:styleId="MusterListe1manuell">
    <w:name w:val="Muster Liste 1 manuell"/>
    <w:basedOn w:val="MusterListe1"/>
    <w:autoRedefine/>
    <w:rsid w:val="004A4055"/>
    <w:pPr>
      <w:numPr>
        <w:numId w:val="0"/>
      </w:numPr>
      <w:ind w:left="357" w:hanging="357"/>
    </w:pPr>
  </w:style>
  <w:style w:type="paragraph" w:customStyle="1" w:styleId="MusterListe2manuell">
    <w:name w:val="Muster Liste 2 manuell"/>
    <w:basedOn w:val="MusterListe2"/>
    <w:autoRedefine/>
    <w:rsid w:val="004A4055"/>
    <w:pPr>
      <w:numPr>
        <w:numId w:val="0"/>
      </w:numPr>
      <w:ind w:left="714" w:hanging="357"/>
    </w:pPr>
  </w:style>
  <w:style w:type="paragraph" w:customStyle="1" w:styleId="MusterListe1fortsetzen">
    <w:name w:val="Muster Liste 1 fortsetzen"/>
    <w:basedOn w:val="MusterListe1"/>
    <w:autoRedefine/>
    <w:rsid w:val="004A4055"/>
    <w:pPr>
      <w:numPr>
        <w:numId w:val="0"/>
      </w:numPr>
      <w:ind w:left="357"/>
    </w:pPr>
  </w:style>
  <w:style w:type="paragraph" w:customStyle="1" w:styleId="MusterListe2fortsetzen">
    <w:name w:val="Muster Liste 2 fortsetzen"/>
    <w:basedOn w:val="MusterListe2"/>
    <w:autoRedefine/>
    <w:rsid w:val="004A4055"/>
    <w:pPr>
      <w:numPr>
        <w:numId w:val="0"/>
      </w:numPr>
      <w:ind w:left="714"/>
    </w:pPr>
  </w:style>
  <w:style w:type="paragraph" w:customStyle="1" w:styleId="MusterUnterschrift">
    <w:name w:val="Muster Unterschrift"/>
    <w:basedOn w:val="MusterTextblock"/>
    <w:autoRedefine/>
    <w:rsid w:val="004A4055"/>
    <w:pPr>
      <w:keepNext/>
    </w:pPr>
    <w:rPr>
      <w:b/>
    </w:rPr>
  </w:style>
  <w:style w:type="paragraph" w:customStyle="1" w:styleId="Klasse">
    <w:name w:val="Klasse"/>
    <w:basedOn w:val="Textblock"/>
    <w:next w:val="Standard"/>
    <w:autoRedefine/>
    <w:rsid w:val="004A4055"/>
  </w:style>
  <w:style w:type="paragraph" w:customStyle="1" w:styleId="Kategorie">
    <w:name w:val="Kategorie"/>
    <w:basedOn w:val="Textblock"/>
    <w:next w:val="Standard"/>
    <w:autoRedefine/>
    <w:rsid w:val="004A4055"/>
  </w:style>
  <w:style w:type="paragraph" w:customStyle="1" w:styleId="TechnischeBeurteilung">
    <w:name w:val="Technische Beurteilung"/>
    <w:autoRedefine/>
    <w:rsid w:val="004A4055"/>
    <w:pPr>
      <w:spacing w:after="120" w:line="300" w:lineRule="exact"/>
    </w:pPr>
    <w:rPr>
      <w:rFonts w:ascii="Arial" w:hAnsi="Arial"/>
      <w:color w:val="000000"/>
      <w:sz w:val="24"/>
      <w:szCs w:val="24"/>
    </w:rPr>
  </w:style>
  <w:style w:type="paragraph" w:customStyle="1" w:styleId="RechtlicheBeurteilung">
    <w:name w:val="Rechtliche Beurteilung"/>
    <w:basedOn w:val="Textblock"/>
    <w:next w:val="Textblock"/>
    <w:autoRedefine/>
    <w:rsid w:val="004A4055"/>
  </w:style>
  <w:style w:type="paragraph" w:customStyle="1" w:styleId="FallbeschreibungTitel">
    <w:name w:val="Fallbeschreibung Titel"/>
    <w:basedOn w:val="Textblock"/>
    <w:next w:val="Textblock"/>
    <w:autoRedefine/>
    <w:rsid w:val="004A4055"/>
    <w:pPr>
      <w:keepNext/>
      <w:spacing w:before="300" w:line="340" w:lineRule="exact"/>
      <w:jc w:val="left"/>
      <w:outlineLvl w:val="1"/>
    </w:pPr>
    <w:rPr>
      <w:b/>
      <w:sz w:val="28"/>
      <w:szCs w:val="28"/>
    </w:rPr>
  </w:style>
  <w:style w:type="paragraph" w:customStyle="1" w:styleId="TechnischeBeurteilungTitel">
    <w:name w:val="Technische Beurteilung Titel"/>
    <w:basedOn w:val="Textblock"/>
    <w:autoRedefine/>
    <w:rsid w:val="004A4055"/>
    <w:pPr>
      <w:spacing w:before="300" w:line="340" w:lineRule="exact"/>
      <w:outlineLvl w:val="1"/>
    </w:pPr>
    <w:rPr>
      <w:b/>
      <w:sz w:val="28"/>
      <w:szCs w:val="28"/>
    </w:rPr>
  </w:style>
  <w:style w:type="paragraph" w:customStyle="1" w:styleId="RechtlicheBeurteilungTitel">
    <w:name w:val="Rechtliche Beurteilung Titel"/>
    <w:basedOn w:val="Textblock"/>
    <w:next w:val="Textblock"/>
    <w:autoRedefine/>
    <w:rsid w:val="004A4055"/>
    <w:pPr>
      <w:keepNext/>
      <w:spacing w:before="300" w:after="100" w:line="340" w:lineRule="exact"/>
      <w:jc w:val="left"/>
      <w:outlineLvl w:val="1"/>
    </w:pPr>
    <w:rPr>
      <w:b/>
      <w:sz w:val="28"/>
      <w:szCs w:val="28"/>
    </w:rPr>
  </w:style>
  <w:style w:type="paragraph" w:customStyle="1" w:styleId="Entscheidungentfernen">
    <w:name w:val="Entscheidung entfernen"/>
    <w:basedOn w:val="Standard"/>
    <w:next w:val="Textblock"/>
    <w:pPr>
      <w:tabs>
        <w:tab w:val="left" w:pos="0"/>
      </w:tabs>
      <w:spacing w:before="120" w:after="120" w:line="300" w:lineRule="auto"/>
      <w:ind w:left="1134"/>
    </w:pPr>
    <w:rPr>
      <w:rFonts w:ascii="Arial" w:hAnsi="Arial" w:cs="Arial"/>
      <w:color w:val="000000"/>
    </w:rPr>
  </w:style>
  <w:style w:type="paragraph" w:customStyle="1" w:styleId="KommentarTitel">
    <w:name w:val="Kommentar Titel"/>
    <w:basedOn w:val="Textblock"/>
    <w:next w:val="Standard"/>
    <w:autoRedefine/>
    <w:rsid w:val="004A4055"/>
    <w:pPr>
      <w:keepNext/>
      <w:spacing w:before="300" w:line="340" w:lineRule="exact"/>
      <w:jc w:val="left"/>
      <w:outlineLvl w:val="1"/>
    </w:pPr>
    <w:rPr>
      <w:b/>
      <w:sz w:val="28"/>
      <w:szCs w:val="28"/>
    </w:rPr>
  </w:style>
  <w:style w:type="paragraph" w:customStyle="1" w:styleId="GrndeTitel">
    <w:name w:val="Gründe Titel"/>
    <w:basedOn w:val="Textblock"/>
    <w:next w:val="Textblock"/>
    <w:autoRedefine/>
    <w:rsid w:val="004A4055"/>
    <w:pPr>
      <w:keepNext/>
      <w:spacing w:before="300" w:line="340" w:lineRule="exact"/>
      <w:jc w:val="left"/>
      <w:outlineLvl w:val="1"/>
    </w:pPr>
    <w:rPr>
      <w:b/>
      <w:sz w:val="28"/>
      <w:szCs w:val="28"/>
    </w:rPr>
  </w:style>
  <w:style w:type="paragraph" w:customStyle="1" w:styleId="SachverhaltTitel">
    <w:name w:val="Sachverhalt Titel"/>
    <w:basedOn w:val="Textblock"/>
    <w:next w:val="Textblock"/>
    <w:autoRedefine/>
    <w:rsid w:val="004A4055"/>
    <w:pPr>
      <w:keepNext/>
      <w:spacing w:before="300" w:after="100" w:line="340" w:lineRule="exact"/>
      <w:jc w:val="left"/>
      <w:outlineLvl w:val="1"/>
    </w:pPr>
    <w:rPr>
      <w:b/>
      <w:sz w:val="28"/>
      <w:szCs w:val="28"/>
    </w:rPr>
  </w:style>
  <w:style w:type="paragraph" w:customStyle="1" w:styleId="LeitsatzTitel">
    <w:name w:val="Leitsatz Titel"/>
    <w:basedOn w:val="Textblock"/>
    <w:next w:val="Textblock"/>
    <w:autoRedefine/>
    <w:rsid w:val="004A4055"/>
    <w:pPr>
      <w:keepNext/>
      <w:spacing w:before="300" w:line="340" w:lineRule="exact"/>
      <w:jc w:val="left"/>
      <w:outlineLvl w:val="1"/>
    </w:pPr>
    <w:rPr>
      <w:b/>
      <w:sz w:val="28"/>
      <w:szCs w:val="28"/>
    </w:rPr>
  </w:style>
  <w:style w:type="paragraph" w:customStyle="1" w:styleId="VorinstanzTitel">
    <w:name w:val="Vorinstanz Titel"/>
    <w:basedOn w:val="Textblock"/>
    <w:next w:val="Textblock"/>
    <w:autoRedefine/>
    <w:rsid w:val="004A4055"/>
    <w:pPr>
      <w:keepNext/>
      <w:spacing w:before="240" w:after="60" w:line="340" w:lineRule="exact"/>
      <w:outlineLvl w:val="1"/>
    </w:pPr>
    <w:rPr>
      <w:b/>
      <w:sz w:val="28"/>
      <w:szCs w:val="28"/>
    </w:rPr>
  </w:style>
  <w:style w:type="paragraph" w:customStyle="1" w:styleId="Vorschrift">
    <w:name w:val="Vorschrift"/>
    <w:basedOn w:val="Textblock"/>
    <w:next w:val="Textblock"/>
    <w:autoRedefine/>
    <w:rsid w:val="004A4055"/>
  </w:style>
  <w:style w:type="paragraph" w:customStyle="1" w:styleId="Fundstelle">
    <w:name w:val="Fundstelle"/>
    <w:basedOn w:val="Textblock"/>
    <w:next w:val="Textblock"/>
    <w:autoRedefine/>
    <w:rsid w:val="004A4055"/>
  </w:style>
  <w:style w:type="paragraph" w:customStyle="1" w:styleId="Aktenzeichen">
    <w:name w:val="Aktenzeichen"/>
    <w:basedOn w:val="Standard"/>
    <w:next w:val="Fundstelle"/>
    <w:pPr>
      <w:numPr>
        <w:numId w:val="6"/>
      </w:numPr>
      <w:tabs>
        <w:tab w:val="left" w:pos="0"/>
        <w:tab w:val="num" w:pos="1494"/>
      </w:tabs>
      <w:spacing w:before="120" w:after="120" w:line="300" w:lineRule="auto"/>
      <w:ind w:left="1494" w:hanging="360"/>
    </w:pPr>
    <w:rPr>
      <w:rFonts w:ascii="Arial" w:hAnsi="Arial" w:cs="Arial"/>
      <w:color w:val="000000"/>
    </w:rPr>
  </w:style>
  <w:style w:type="paragraph" w:styleId="Datum">
    <w:name w:val="Date"/>
    <w:basedOn w:val="Textblock"/>
    <w:next w:val="Textblock"/>
    <w:autoRedefine/>
    <w:rsid w:val="004A4055"/>
    <w:pPr>
      <w:spacing w:before="120"/>
    </w:pPr>
  </w:style>
  <w:style w:type="paragraph" w:customStyle="1" w:styleId="Gericht">
    <w:name w:val="Gericht"/>
    <w:basedOn w:val="Textblock"/>
    <w:next w:val="Datum"/>
    <w:autoRedefine/>
    <w:rsid w:val="004A4055"/>
    <w:pPr>
      <w:spacing w:before="120"/>
    </w:pPr>
  </w:style>
  <w:style w:type="paragraph" w:customStyle="1" w:styleId="Kurztitel">
    <w:name w:val="Kurztitel"/>
    <w:basedOn w:val="Textblock"/>
    <w:next w:val="Standard"/>
    <w:autoRedefine/>
    <w:rsid w:val="004A4055"/>
    <w:pPr>
      <w:keepNext/>
    </w:pPr>
  </w:style>
  <w:style w:type="paragraph" w:customStyle="1" w:styleId="VorschriftTextblock">
    <w:name w:val="Vorschrift Textblock"/>
    <w:basedOn w:val="Textblock"/>
    <w:link w:val="VorschriftTextblockChar"/>
    <w:autoRedefine/>
    <w:rsid w:val="004A4055"/>
  </w:style>
  <w:style w:type="paragraph" w:customStyle="1" w:styleId="VorschriftAbsatz">
    <w:name w:val="Vorschrift Absatz"/>
    <w:basedOn w:val="VorschriftTextblock"/>
    <w:autoRedefine/>
    <w:rsid w:val="004A4055"/>
  </w:style>
  <w:style w:type="paragraph" w:customStyle="1" w:styleId="VorschriftParagraph">
    <w:name w:val="Vorschrift Paragraph"/>
    <w:next w:val="VorschriftTextblock"/>
    <w:autoRedefine/>
    <w:rsid w:val="004A4055"/>
    <w:pPr>
      <w:spacing w:after="120"/>
    </w:pPr>
    <w:rPr>
      <w:rFonts w:ascii="Arial" w:hAnsi="Arial"/>
      <w:b/>
      <w:color w:val="000000"/>
    </w:rPr>
  </w:style>
  <w:style w:type="paragraph" w:customStyle="1" w:styleId="Vorschrift1">
    <w:name w:val="Vorschrift 1"/>
    <w:basedOn w:val="VorschriftTextblock"/>
    <w:autoRedefine/>
    <w:rsid w:val="004A4055"/>
    <w:pPr>
      <w:spacing w:before="160" w:line="340" w:lineRule="exact"/>
    </w:pPr>
    <w:rPr>
      <w:b/>
      <w:sz w:val="28"/>
    </w:rPr>
  </w:style>
  <w:style w:type="paragraph" w:customStyle="1" w:styleId="Vorschrift2">
    <w:name w:val="Vorschrift 2"/>
    <w:basedOn w:val="VorschriftTextblock"/>
    <w:autoRedefine/>
    <w:rsid w:val="004A4055"/>
    <w:pPr>
      <w:spacing w:before="160" w:line="340" w:lineRule="exact"/>
    </w:pPr>
    <w:rPr>
      <w:b/>
      <w:sz w:val="28"/>
    </w:rPr>
  </w:style>
  <w:style w:type="paragraph" w:customStyle="1" w:styleId="Vorschrift3">
    <w:name w:val="Vorschrift 3"/>
    <w:basedOn w:val="VorschriftTextblock"/>
    <w:autoRedefine/>
    <w:rsid w:val="004A4055"/>
    <w:pPr>
      <w:spacing w:before="160" w:line="340" w:lineRule="exact"/>
    </w:pPr>
    <w:rPr>
      <w:b/>
      <w:sz w:val="28"/>
    </w:rPr>
  </w:style>
  <w:style w:type="paragraph" w:customStyle="1" w:styleId="Vorschrift4">
    <w:name w:val="Vorschrift 4"/>
    <w:basedOn w:val="VorschriftTextblock"/>
    <w:autoRedefine/>
    <w:rsid w:val="004A4055"/>
    <w:pPr>
      <w:spacing w:before="160" w:line="340" w:lineRule="exact"/>
    </w:pPr>
    <w:rPr>
      <w:b/>
      <w:sz w:val="28"/>
    </w:rPr>
  </w:style>
  <w:style w:type="paragraph" w:customStyle="1" w:styleId="Vorschrift5">
    <w:name w:val="Vorschrift 5"/>
    <w:basedOn w:val="VorschriftTextblock"/>
    <w:autoRedefine/>
    <w:rsid w:val="004A4055"/>
    <w:pPr>
      <w:spacing w:before="160" w:line="340" w:lineRule="exact"/>
    </w:pPr>
    <w:rPr>
      <w:b/>
      <w:sz w:val="28"/>
    </w:rPr>
  </w:style>
  <w:style w:type="paragraph" w:customStyle="1" w:styleId="Vorschrift6">
    <w:name w:val="Vorschrift 6"/>
    <w:basedOn w:val="VorschriftTextblock"/>
    <w:next w:val="Verzeichnis6"/>
    <w:autoRedefine/>
    <w:rsid w:val="004A4055"/>
    <w:pPr>
      <w:spacing w:before="160" w:line="340" w:lineRule="exact"/>
    </w:pPr>
    <w:rPr>
      <w:b/>
      <w:sz w:val="28"/>
    </w:rPr>
  </w:style>
  <w:style w:type="paragraph" w:customStyle="1" w:styleId="VorschriftAnhangTitel">
    <w:name w:val="Vorschrift Anhang Titel"/>
    <w:basedOn w:val="VorschriftTextblock"/>
    <w:autoRedefine/>
    <w:rsid w:val="004A4055"/>
    <w:pPr>
      <w:keepNext/>
      <w:spacing w:before="160" w:line="340" w:lineRule="exact"/>
    </w:pPr>
    <w:rPr>
      <w:b/>
      <w:sz w:val="28"/>
    </w:rPr>
  </w:style>
  <w:style w:type="paragraph" w:customStyle="1" w:styleId="VorschriftAnhang1">
    <w:name w:val="Vorschrift Anhang 1"/>
    <w:basedOn w:val="VorschriftTextblock"/>
    <w:autoRedefine/>
    <w:rsid w:val="004A4055"/>
    <w:pPr>
      <w:spacing w:before="160" w:line="340" w:lineRule="exact"/>
    </w:pPr>
    <w:rPr>
      <w:b/>
      <w:sz w:val="28"/>
    </w:rPr>
  </w:style>
  <w:style w:type="paragraph" w:customStyle="1" w:styleId="VorschriftAnhang2">
    <w:name w:val="Vorschrift Anhang 2"/>
    <w:basedOn w:val="VorschriftTextblock"/>
    <w:autoRedefine/>
    <w:rsid w:val="004A4055"/>
    <w:pPr>
      <w:spacing w:before="160" w:line="340" w:lineRule="exact"/>
    </w:pPr>
    <w:rPr>
      <w:b/>
      <w:sz w:val="28"/>
    </w:rPr>
  </w:style>
  <w:style w:type="paragraph" w:customStyle="1" w:styleId="VorschriftListe1">
    <w:name w:val="Vorschrift Liste 1"/>
    <w:basedOn w:val="Textblock"/>
    <w:link w:val="VorschriftListe1Char"/>
    <w:autoRedefine/>
    <w:rsid w:val="004A4055"/>
    <w:pPr>
      <w:numPr>
        <w:numId w:val="60"/>
      </w:numPr>
      <w:tabs>
        <w:tab w:val="clear" w:pos="360"/>
      </w:tabs>
    </w:pPr>
  </w:style>
  <w:style w:type="paragraph" w:customStyle="1" w:styleId="VorschriftListe1numerisch">
    <w:name w:val="Vorschrift Liste 1 numerisch"/>
    <w:basedOn w:val="VorschriftListe1"/>
    <w:autoRedefine/>
    <w:rsid w:val="004A4055"/>
    <w:pPr>
      <w:numPr>
        <w:numId w:val="28"/>
      </w:numPr>
      <w:tabs>
        <w:tab w:val="clear" w:pos="363"/>
      </w:tabs>
      <w:ind w:left="357" w:hanging="357"/>
    </w:pPr>
  </w:style>
  <w:style w:type="paragraph" w:customStyle="1" w:styleId="VorschriftListe1alphabetisch">
    <w:name w:val="Vorschrift Liste 1 alphabetisch"/>
    <w:basedOn w:val="VorschriftListe1"/>
    <w:autoRedefine/>
    <w:rsid w:val="004A4055"/>
    <w:pPr>
      <w:numPr>
        <w:numId w:val="27"/>
      </w:numPr>
      <w:tabs>
        <w:tab w:val="clear" w:pos="363"/>
      </w:tabs>
      <w:ind w:left="357" w:hanging="357"/>
    </w:pPr>
  </w:style>
  <w:style w:type="paragraph" w:customStyle="1" w:styleId="VorschriftListe1rmisch">
    <w:name w:val="Vorschrift Liste 1 römisch"/>
    <w:basedOn w:val="VorschriftListe1"/>
    <w:autoRedefine/>
    <w:rsid w:val="004A4055"/>
    <w:pPr>
      <w:numPr>
        <w:numId w:val="29"/>
      </w:numPr>
    </w:pPr>
  </w:style>
  <w:style w:type="paragraph" w:customStyle="1" w:styleId="VorschriftListe1fortsetzen">
    <w:name w:val="Vorschrift Liste 1 fortsetzen"/>
    <w:basedOn w:val="VorschriftListe1"/>
    <w:autoRedefine/>
    <w:rsid w:val="004A4055"/>
    <w:pPr>
      <w:numPr>
        <w:numId w:val="0"/>
      </w:numPr>
      <w:ind w:left="357"/>
    </w:pPr>
  </w:style>
  <w:style w:type="paragraph" w:customStyle="1" w:styleId="VorschriftListe2">
    <w:name w:val="Vorschrift Liste 2"/>
    <w:basedOn w:val="VorschriftTextblock"/>
    <w:autoRedefine/>
    <w:rsid w:val="004A4055"/>
    <w:pPr>
      <w:numPr>
        <w:numId w:val="54"/>
      </w:numPr>
      <w:tabs>
        <w:tab w:val="clear" w:pos="717"/>
      </w:tabs>
      <w:ind w:left="714" w:hanging="357"/>
    </w:pPr>
  </w:style>
  <w:style w:type="paragraph" w:customStyle="1" w:styleId="VorschriftListe2numerisch">
    <w:name w:val="Vorschrift Liste 2 numerisch"/>
    <w:basedOn w:val="VorschriftListe2"/>
    <w:autoRedefine/>
    <w:rsid w:val="004A4055"/>
    <w:pPr>
      <w:numPr>
        <w:numId w:val="31"/>
      </w:numPr>
      <w:tabs>
        <w:tab w:val="clear" w:pos="754"/>
      </w:tabs>
      <w:ind w:left="714" w:hanging="357"/>
    </w:pPr>
  </w:style>
  <w:style w:type="paragraph" w:customStyle="1" w:styleId="VorschriftListe2alphabetisch">
    <w:name w:val="Vorschrift Liste 2 alphabetisch"/>
    <w:basedOn w:val="VorschriftListe2"/>
    <w:autoRedefine/>
    <w:rsid w:val="004A4055"/>
    <w:pPr>
      <w:numPr>
        <w:numId w:val="30"/>
      </w:numPr>
      <w:tabs>
        <w:tab w:val="clear" w:pos="754"/>
      </w:tabs>
      <w:ind w:left="714" w:hanging="357"/>
    </w:pPr>
  </w:style>
  <w:style w:type="paragraph" w:customStyle="1" w:styleId="VorschriftListe2rmisch">
    <w:name w:val="Vorschrift Liste 2 römisch"/>
    <w:basedOn w:val="VorschriftListe2"/>
    <w:autoRedefine/>
    <w:rsid w:val="004A4055"/>
    <w:pPr>
      <w:numPr>
        <w:numId w:val="32"/>
      </w:numPr>
      <w:spacing w:line="240" w:lineRule="auto"/>
      <w:jc w:val="left"/>
    </w:pPr>
  </w:style>
  <w:style w:type="paragraph" w:customStyle="1" w:styleId="VorschriftListe2fortsetzen">
    <w:name w:val="Vorschrift Liste 2 fortsetzen"/>
    <w:basedOn w:val="VorschriftListe2"/>
    <w:autoRedefine/>
    <w:rsid w:val="004A4055"/>
    <w:pPr>
      <w:numPr>
        <w:numId w:val="0"/>
      </w:numPr>
      <w:ind w:left="714"/>
    </w:pPr>
  </w:style>
  <w:style w:type="paragraph" w:customStyle="1" w:styleId="VorschriftListe3">
    <w:name w:val="Vorschrift Liste 3"/>
    <w:basedOn w:val="VorschriftTextblock"/>
    <w:autoRedefine/>
    <w:rsid w:val="004A4055"/>
    <w:pPr>
      <w:numPr>
        <w:numId w:val="55"/>
      </w:numPr>
      <w:tabs>
        <w:tab w:val="clear" w:pos="1074"/>
      </w:tabs>
    </w:pPr>
  </w:style>
  <w:style w:type="paragraph" w:customStyle="1" w:styleId="VorschriftListe3numerisch">
    <w:name w:val="Vorschrift Liste 3 numerisch"/>
    <w:basedOn w:val="VorschriftListe3"/>
    <w:autoRedefine/>
    <w:rsid w:val="004A4055"/>
    <w:pPr>
      <w:numPr>
        <w:numId w:val="34"/>
      </w:numPr>
      <w:tabs>
        <w:tab w:val="clear" w:pos="1074"/>
      </w:tabs>
    </w:pPr>
  </w:style>
  <w:style w:type="paragraph" w:customStyle="1" w:styleId="VorschriftListe3alphabetisch">
    <w:name w:val="Vorschrift Liste 3 alphabetisch"/>
    <w:basedOn w:val="VorschriftListe3"/>
    <w:autoRedefine/>
    <w:rsid w:val="004A4055"/>
    <w:pPr>
      <w:numPr>
        <w:numId w:val="33"/>
      </w:numPr>
    </w:pPr>
    <w:rPr>
      <w:szCs w:val="20"/>
    </w:rPr>
  </w:style>
  <w:style w:type="paragraph" w:customStyle="1" w:styleId="VorschriftListe3rmisch">
    <w:name w:val="Vorschrift Liste 3 römisch"/>
    <w:basedOn w:val="VorschriftListe3"/>
    <w:autoRedefine/>
    <w:rsid w:val="004A4055"/>
    <w:pPr>
      <w:numPr>
        <w:numId w:val="35"/>
      </w:numPr>
      <w:tabs>
        <w:tab w:val="clear" w:pos="1434"/>
      </w:tabs>
    </w:pPr>
  </w:style>
  <w:style w:type="paragraph" w:customStyle="1" w:styleId="VorschriftListe3fortsetzen">
    <w:name w:val="Vorschrift Liste 3 fortsetzen"/>
    <w:basedOn w:val="VorschriftListe3"/>
    <w:autoRedefine/>
    <w:rsid w:val="004A4055"/>
    <w:pPr>
      <w:numPr>
        <w:numId w:val="0"/>
      </w:numPr>
      <w:ind w:left="1072"/>
    </w:pPr>
  </w:style>
  <w:style w:type="paragraph" w:customStyle="1" w:styleId="VorschriftListe4">
    <w:name w:val="Vorschrift Liste 4"/>
    <w:basedOn w:val="VorschriftTextblock"/>
    <w:autoRedefine/>
    <w:rsid w:val="004A4055"/>
    <w:pPr>
      <w:numPr>
        <w:numId w:val="56"/>
      </w:numPr>
      <w:tabs>
        <w:tab w:val="clear" w:pos="1432"/>
      </w:tabs>
    </w:pPr>
  </w:style>
  <w:style w:type="paragraph" w:customStyle="1" w:styleId="VorschriftListe4numerisch">
    <w:name w:val="Vorschrift Liste 4 numerisch"/>
    <w:basedOn w:val="VorschriftListe4"/>
    <w:autoRedefine/>
    <w:rsid w:val="004A4055"/>
    <w:pPr>
      <w:numPr>
        <w:numId w:val="7"/>
      </w:numPr>
    </w:pPr>
    <w:rPr>
      <w:szCs w:val="20"/>
    </w:rPr>
  </w:style>
  <w:style w:type="paragraph" w:customStyle="1" w:styleId="VorschriftListe4alphabetisch">
    <w:name w:val="Vorschrift Liste 4 alphabetisch"/>
    <w:basedOn w:val="VorschriftListe4"/>
    <w:autoRedefine/>
    <w:rsid w:val="004A4055"/>
    <w:pPr>
      <w:numPr>
        <w:numId w:val="57"/>
      </w:numPr>
      <w:tabs>
        <w:tab w:val="clear" w:pos="3932"/>
      </w:tabs>
      <w:ind w:left="1429"/>
    </w:pPr>
    <w:rPr>
      <w:szCs w:val="20"/>
    </w:rPr>
  </w:style>
  <w:style w:type="paragraph" w:customStyle="1" w:styleId="VorschriftListe4rmisch">
    <w:name w:val="Vorschrift Liste 4 römisch"/>
    <w:basedOn w:val="VorschriftListe4"/>
    <w:autoRedefine/>
    <w:rsid w:val="004A4055"/>
    <w:pPr>
      <w:numPr>
        <w:numId w:val="8"/>
      </w:numPr>
      <w:tabs>
        <w:tab w:val="clear" w:pos="1792"/>
      </w:tabs>
    </w:pPr>
  </w:style>
  <w:style w:type="paragraph" w:customStyle="1" w:styleId="VorschriftListe4fortsetzen">
    <w:name w:val="Vorschrift Liste 4 fortsetzen"/>
    <w:basedOn w:val="VorschriftListe4"/>
    <w:autoRedefine/>
    <w:rsid w:val="004A4055"/>
    <w:pPr>
      <w:numPr>
        <w:numId w:val="0"/>
      </w:numPr>
      <w:ind w:left="1429"/>
    </w:pPr>
  </w:style>
  <w:style w:type="paragraph" w:customStyle="1" w:styleId="Inhalt5">
    <w:name w:val="Inhalt 5"/>
    <w:basedOn w:val="Inhalt4"/>
    <w:autoRedefine/>
    <w:rsid w:val="004A4055"/>
    <w:pPr>
      <w:ind w:left="1429"/>
    </w:pPr>
  </w:style>
  <w:style w:type="paragraph" w:customStyle="1" w:styleId="Inhalt4">
    <w:name w:val="Inhalt 4"/>
    <w:basedOn w:val="Inhalt3"/>
    <w:autoRedefine/>
    <w:rsid w:val="004A4055"/>
    <w:pPr>
      <w:ind w:left="1072"/>
    </w:pPr>
  </w:style>
  <w:style w:type="paragraph" w:customStyle="1" w:styleId="Inhalt3">
    <w:name w:val="Inhalt 3"/>
    <w:basedOn w:val="Inhalt2"/>
    <w:autoRedefine/>
    <w:rsid w:val="004A4055"/>
    <w:pPr>
      <w:ind w:left="714"/>
    </w:pPr>
  </w:style>
  <w:style w:type="paragraph" w:customStyle="1" w:styleId="Inhalt2">
    <w:name w:val="Inhalt 2"/>
    <w:basedOn w:val="Inhalt1"/>
    <w:autoRedefine/>
    <w:rsid w:val="004A4055"/>
    <w:pPr>
      <w:ind w:left="357"/>
    </w:pPr>
  </w:style>
  <w:style w:type="paragraph" w:customStyle="1" w:styleId="Inhalt1">
    <w:name w:val="Inhalt 1"/>
    <w:basedOn w:val="Textblock"/>
    <w:autoRedefine/>
    <w:rsid w:val="004A4055"/>
  </w:style>
  <w:style w:type="paragraph" w:customStyle="1" w:styleId="InhaltTitel">
    <w:name w:val="Inhalt Titel"/>
    <w:basedOn w:val="Textblock"/>
    <w:next w:val="Inhalt1"/>
    <w:autoRedefine/>
    <w:rsid w:val="004A4055"/>
    <w:pPr>
      <w:keepNext/>
      <w:spacing w:before="120"/>
    </w:pPr>
    <w:rPr>
      <w:b/>
    </w:rPr>
  </w:style>
  <w:style w:type="paragraph" w:customStyle="1" w:styleId="NormTextblock">
    <w:name w:val="Norm Textblock"/>
    <w:basedOn w:val="Textblock"/>
    <w:autoRedefine/>
    <w:rsid w:val="004A4055"/>
    <w:pPr>
      <w:spacing w:line="240" w:lineRule="exact"/>
    </w:pPr>
  </w:style>
  <w:style w:type="paragraph" w:customStyle="1" w:styleId="Norm1">
    <w:name w:val="Norm 1"/>
    <w:basedOn w:val="Norm"/>
    <w:next w:val="NormTextblock"/>
    <w:autoRedefine/>
    <w:rsid w:val="004A4055"/>
  </w:style>
  <w:style w:type="paragraph" w:customStyle="1" w:styleId="Norm2">
    <w:name w:val="Norm 2"/>
    <w:basedOn w:val="Norm"/>
    <w:next w:val="NormTextblock"/>
    <w:autoRedefine/>
    <w:rsid w:val="004A4055"/>
  </w:style>
  <w:style w:type="paragraph" w:customStyle="1" w:styleId="Norm3">
    <w:name w:val="Norm 3"/>
    <w:basedOn w:val="Norm"/>
    <w:next w:val="NormTextblock"/>
    <w:autoRedefine/>
    <w:rsid w:val="004A4055"/>
  </w:style>
  <w:style w:type="paragraph" w:customStyle="1" w:styleId="Norm4">
    <w:name w:val="Norm 4"/>
    <w:basedOn w:val="Norm"/>
    <w:next w:val="NormTextblock"/>
    <w:autoRedefine/>
    <w:rsid w:val="004A4055"/>
  </w:style>
  <w:style w:type="paragraph" w:customStyle="1" w:styleId="Norm5">
    <w:name w:val="Norm 5"/>
    <w:basedOn w:val="Norm"/>
    <w:next w:val="NormTextblock"/>
    <w:autoRedefine/>
    <w:rsid w:val="004A4055"/>
  </w:style>
  <w:style w:type="paragraph" w:customStyle="1" w:styleId="Hinweis">
    <w:name w:val="Hinweis"/>
    <w:basedOn w:val="Textblock"/>
    <w:next w:val="Textblock"/>
    <w:autoRedefine/>
    <w:rsid w:val="004A4055"/>
    <w:pPr>
      <w:keepNext/>
      <w:spacing w:before="240" w:line="340" w:lineRule="exact"/>
      <w:outlineLvl w:val="1"/>
    </w:pPr>
    <w:rPr>
      <w:b/>
      <w:sz w:val="28"/>
      <w:szCs w:val="28"/>
    </w:rPr>
  </w:style>
  <w:style w:type="paragraph" w:customStyle="1" w:styleId="Norm">
    <w:name w:val="Norm"/>
    <w:basedOn w:val="NormTextblock"/>
    <w:next w:val="NormTextblock"/>
    <w:autoRedefine/>
    <w:rsid w:val="004A4055"/>
    <w:pPr>
      <w:keepNext/>
      <w:spacing w:before="240" w:line="280" w:lineRule="exact"/>
    </w:pPr>
    <w:rPr>
      <w:b/>
    </w:rPr>
  </w:style>
  <w:style w:type="paragraph" w:customStyle="1" w:styleId="Phase">
    <w:name w:val="Phase"/>
    <w:basedOn w:val="Norm"/>
    <w:next w:val="Norm"/>
    <w:autoRedefine/>
    <w:rsid w:val="004A4055"/>
  </w:style>
  <w:style w:type="paragraph" w:customStyle="1" w:styleId="Fall">
    <w:name w:val="Fall"/>
    <w:basedOn w:val="Textblock"/>
    <w:next w:val="Textblock"/>
    <w:autoRedefine/>
    <w:rsid w:val="004A4055"/>
  </w:style>
  <w:style w:type="paragraph" w:customStyle="1" w:styleId="Antwort">
    <w:name w:val="Antwort"/>
    <w:basedOn w:val="Textblock"/>
    <w:next w:val="Textblock"/>
    <w:autoRedefine/>
    <w:rsid w:val="004A4055"/>
    <w:pPr>
      <w:spacing w:before="300" w:after="100" w:line="340" w:lineRule="exact"/>
      <w:jc w:val="left"/>
      <w:outlineLvl w:val="1"/>
    </w:pPr>
    <w:rPr>
      <w:b/>
      <w:sz w:val="28"/>
      <w:szCs w:val="28"/>
    </w:rPr>
  </w:style>
  <w:style w:type="paragraph" w:customStyle="1" w:styleId="Frage">
    <w:name w:val="Frage"/>
    <w:basedOn w:val="Textblock"/>
    <w:next w:val="Textblock"/>
    <w:autoRedefine/>
    <w:rsid w:val="004A4055"/>
    <w:pPr>
      <w:keepNext/>
      <w:spacing w:before="240" w:line="340" w:lineRule="exact"/>
      <w:outlineLvl w:val="1"/>
    </w:pPr>
    <w:rPr>
      <w:b/>
      <w:sz w:val="28"/>
      <w:szCs w:val="28"/>
    </w:rPr>
  </w:style>
  <w:style w:type="paragraph" w:customStyle="1" w:styleId="Beispiel">
    <w:name w:val="Beispiel"/>
    <w:basedOn w:val="Textblock"/>
    <w:next w:val="Textblock"/>
    <w:autoRedefine/>
    <w:rsid w:val="004A4055"/>
    <w:pPr>
      <w:spacing w:before="300" w:after="100" w:line="340" w:lineRule="exact"/>
      <w:outlineLvl w:val="1"/>
    </w:pPr>
    <w:rPr>
      <w:b/>
      <w:sz w:val="28"/>
      <w:szCs w:val="28"/>
    </w:rPr>
  </w:style>
  <w:style w:type="paragraph" w:customStyle="1" w:styleId="Entscheidung">
    <w:name w:val="Entscheidung"/>
    <w:basedOn w:val="Textblock"/>
    <w:next w:val="Textblock"/>
    <w:autoRedefine/>
    <w:rsid w:val="004A4055"/>
    <w:pPr>
      <w:spacing w:before="300" w:after="100" w:line="340" w:lineRule="exact"/>
      <w:jc w:val="left"/>
      <w:outlineLvl w:val="1"/>
    </w:pPr>
    <w:rPr>
      <w:b/>
      <w:sz w:val="28"/>
      <w:szCs w:val="28"/>
    </w:rPr>
  </w:style>
  <w:style w:type="paragraph" w:customStyle="1" w:styleId="Vorschriften">
    <w:name w:val="Vorschriften"/>
    <w:basedOn w:val="VorschriftTextblock"/>
    <w:next w:val="Textblock"/>
    <w:autoRedefine/>
    <w:rsid w:val="004A4055"/>
    <w:pPr>
      <w:keepNext/>
      <w:spacing w:before="240" w:line="340" w:lineRule="exact"/>
      <w:outlineLvl w:val="1"/>
    </w:pPr>
    <w:rPr>
      <w:b/>
      <w:sz w:val="28"/>
      <w:szCs w:val="28"/>
    </w:rPr>
  </w:style>
  <w:style w:type="paragraph" w:customStyle="1" w:styleId="Probleme">
    <w:name w:val="Probleme"/>
    <w:basedOn w:val="Textblock"/>
    <w:next w:val="Textblock"/>
    <w:autoRedefine/>
    <w:rsid w:val="004A4055"/>
    <w:pPr>
      <w:keepNext/>
      <w:spacing w:before="240" w:line="280" w:lineRule="exact"/>
      <w:outlineLvl w:val="1"/>
    </w:pPr>
    <w:rPr>
      <w:b/>
      <w:szCs w:val="28"/>
    </w:rPr>
  </w:style>
  <w:style w:type="paragraph" w:customStyle="1" w:styleId="unbekanntesAbsatzformat">
    <w:name w:val="unbekanntes Absatzformat"/>
    <w:basedOn w:val="Standard"/>
    <w:next w:val="Textblock"/>
    <w:autoRedefine/>
    <w:rsid w:val="004A4055"/>
    <w:pPr>
      <w:tabs>
        <w:tab w:val="left" w:pos="0"/>
      </w:tabs>
      <w:spacing w:before="120" w:after="120" w:line="300" w:lineRule="auto"/>
    </w:pPr>
    <w:rPr>
      <w:rFonts w:ascii="Arial" w:hAnsi="Arial"/>
      <w:b/>
      <w:color w:val="FF000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Textblock"/>
    <w:autoRedefine/>
    <w:rsid w:val="004A4055"/>
    <w:pPr>
      <w:numPr>
        <w:numId w:val="1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Aufzhlungszeichen"/>
    <w:autoRedefine/>
    <w:rsid w:val="004A4055"/>
    <w:pPr>
      <w:ind w:left="641"/>
    </w:pPr>
  </w:style>
  <w:style w:type="paragraph" w:styleId="Aufzhlungszeichen3">
    <w:name w:val="List Bullet 3"/>
    <w:basedOn w:val="Standard"/>
    <w:autoRedefine/>
    <w:pPr>
      <w:numPr>
        <w:numId w:val="9"/>
      </w:numPr>
    </w:pPr>
  </w:style>
  <w:style w:type="paragraph" w:styleId="Aufzhlungszeichen4">
    <w:name w:val="List Bullet 4"/>
    <w:basedOn w:val="Standard"/>
    <w:autoRedefine/>
    <w:pPr>
      <w:numPr>
        <w:numId w:val="10"/>
      </w:numPr>
    </w:pPr>
  </w:style>
  <w:style w:type="paragraph" w:styleId="Aufzhlungszeichen5">
    <w:name w:val="List Bullet 5"/>
    <w:basedOn w:val="Standard"/>
    <w:autoRedefine/>
    <w:pPr>
      <w:numPr>
        <w:numId w:val="11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Hervorhebung">
    <w:name w:val="Emphasis"/>
    <w:qFormat/>
    <w:rsid w:val="004A4055"/>
    <w:rPr>
      <w:i/>
    </w:rPr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Textblock"/>
    <w:next w:val="Funotentext"/>
    <w:autoRedefine/>
    <w:rsid w:val="004A4055"/>
    <w:pPr>
      <w:keepNext/>
      <w:jc w:val="left"/>
    </w:pPr>
  </w:style>
  <w:style w:type="paragraph" w:styleId="Funotentext">
    <w:name w:val="footnote text"/>
    <w:autoRedefine/>
    <w:semiHidden/>
    <w:rsid w:val="004A4055"/>
    <w:pPr>
      <w:ind w:left="99" w:right="2098" w:hanging="99"/>
    </w:pPr>
    <w:rPr>
      <w:rFonts w:ascii="Arial" w:hAnsi="Arial"/>
      <w:sz w:val="16"/>
      <w:szCs w:val="24"/>
    </w:rPr>
  </w:style>
  <w:style w:type="character" w:styleId="Funotenzeichen">
    <w:name w:val="footnote reference"/>
    <w:basedOn w:val="Absatz-Standardschriftart"/>
    <w:semiHidden/>
    <w:rsid w:val="004A4055"/>
    <w:rPr>
      <w:vertAlign w:val="superscript"/>
    </w:rPr>
  </w:style>
  <w:style w:type="paragraph" w:styleId="Fuzeile">
    <w:name w:val="footer"/>
    <w:basedOn w:val="Standard"/>
    <w:rsid w:val="004A4055"/>
    <w:pPr>
      <w:tabs>
        <w:tab w:val="center" w:pos="4536"/>
        <w:tab w:val="right" w:pos="9072"/>
      </w:tabs>
    </w:p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Gruformel">
    <w:name w:val="Closing"/>
    <w:basedOn w:val="Standard"/>
    <w:pPr>
      <w:ind w:left="4252"/>
    </w:pPr>
  </w:style>
  <w:style w:type="character" w:styleId="Hyperlink">
    <w:name w:val="Hyperlink"/>
    <w:basedOn w:val="Absatz-Standardschriftart"/>
    <w:rsid w:val="004A4055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4A4055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4A4055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4A4055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4A4055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4A4055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4A4055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4A4055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4A4055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4A4055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4A4055"/>
    <w:rPr>
      <w:rFonts w:ascii="Arial" w:hAnsi="Arial"/>
      <w:b/>
    </w:rPr>
  </w:style>
  <w:style w:type="paragraph" w:styleId="Kommentartext">
    <w:name w:val="annotation text"/>
    <w:basedOn w:val="Standard"/>
    <w:semiHidden/>
    <w:rsid w:val="004A4055"/>
    <w:rPr>
      <w:sz w:val="20"/>
    </w:rPr>
  </w:style>
  <w:style w:type="character" w:styleId="Kommentarzeichen">
    <w:name w:val="annotation reference"/>
    <w:basedOn w:val="Absatz-Standardschriftart"/>
    <w:semiHidden/>
    <w:rsid w:val="004A4055"/>
    <w:rPr>
      <w:sz w:val="16"/>
    </w:rPr>
  </w:style>
  <w:style w:type="paragraph" w:styleId="Kopfzeile">
    <w:name w:val="header"/>
    <w:basedOn w:val="Textblock"/>
    <w:autoRedefine/>
    <w:rsid w:val="004A4055"/>
    <w:pPr>
      <w:jc w:val="left"/>
    </w:pPr>
    <w:rPr>
      <w:bCs/>
      <w:sz w:val="16"/>
      <w:szCs w:val="16"/>
    </w:rPr>
  </w:style>
  <w:style w:type="paragraph" w:styleId="Liste">
    <w:name w:val="List"/>
    <w:basedOn w:val="Standard"/>
    <w:rsid w:val="004A4055"/>
    <w:pPr>
      <w:ind w:left="283" w:hanging="283"/>
    </w:pPr>
  </w:style>
  <w:style w:type="paragraph" w:styleId="Liste4">
    <w:name w:val="List 4"/>
    <w:basedOn w:val="Standard"/>
    <w:pPr>
      <w:spacing w:line="300" w:lineRule="auto"/>
      <w:ind w:left="1135" w:hanging="284"/>
    </w:pPr>
    <w:rPr>
      <w:sz w:val="22"/>
      <w:szCs w:val="22"/>
    </w:r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2"/>
      </w:numPr>
    </w:pPr>
  </w:style>
  <w:style w:type="paragraph" w:styleId="Listennummer2">
    <w:name w:val="List Number 2"/>
    <w:basedOn w:val="Standard"/>
    <w:pPr>
      <w:numPr>
        <w:numId w:val="13"/>
      </w:numPr>
    </w:pPr>
  </w:style>
  <w:style w:type="paragraph" w:styleId="Listennummer3">
    <w:name w:val="List Number 3"/>
    <w:basedOn w:val="Standard"/>
    <w:pPr>
      <w:numPr>
        <w:numId w:val="14"/>
      </w:numPr>
    </w:pPr>
  </w:style>
  <w:style w:type="paragraph" w:styleId="Listennummer4">
    <w:name w:val="List Number 4"/>
    <w:basedOn w:val="Standard"/>
    <w:pPr>
      <w:numPr>
        <w:numId w:val="15"/>
      </w:numPr>
    </w:pPr>
  </w:style>
  <w:style w:type="paragraph" w:styleId="Listennummer5">
    <w:name w:val="List Number 5"/>
    <w:basedOn w:val="Standard"/>
    <w:pPr>
      <w:numPr>
        <w:numId w:val="16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autoRedefine/>
    <w:qFormat/>
    <w:rsid w:val="004A4055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4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rsid w:val="004A4055"/>
    <w:pPr>
      <w:ind w:left="4252"/>
    </w:pPr>
  </w:style>
  <w:style w:type="paragraph" w:styleId="Untertitel">
    <w:name w:val="Subtitle"/>
    <w:basedOn w:val="Standard"/>
    <w:qFormat/>
    <w:rsid w:val="004A4055"/>
    <w:pPr>
      <w:spacing w:after="60"/>
      <w:jc w:val="center"/>
      <w:outlineLvl w:val="1"/>
    </w:pPr>
    <w:rPr>
      <w:rFonts w:ascii="Arial" w:hAnsi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4A4055"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Zeilennummer">
    <w:name w:val="line number"/>
    <w:basedOn w:val="Absatz-Standardschriftart"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customStyle="1" w:styleId="TabelleListe1fortsetzen">
    <w:name w:val="Tabelle Liste 1 fortsetzen"/>
    <w:autoRedefine/>
    <w:rsid w:val="004A4055"/>
    <w:pPr>
      <w:spacing w:before="20" w:after="20"/>
      <w:ind w:left="357"/>
    </w:pPr>
    <w:rPr>
      <w:rFonts w:ascii="Arial" w:hAnsi="Arial"/>
      <w:color w:val="000000"/>
      <w:szCs w:val="24"/>
      <w:lang w:val="en-GB"/>
    </w:rPr>
  </w:style>
  <w:style w:type="paragraph" w:customStyle="1" w:styleId="TabelleListe2fortsetzen">
    <w:name w:val="Tabelle Liste 2 fortsetzen"/>
    <w:autoRedefine/>
    <w:rsid w:val="004A4055"/>
    <w:pPr>
      <w:spacing w:before="20" w:after="20"/>
      <w:ind w:left="714"/>
    </w:pPr>
    <w:rPr>
      <w:rFonts w:ascii="Arial" w:hAnsi="Arial"/>
      <w:color w:val="000000"/>
      <w:szCs w:val="24"/>
      <w:lang w:val="en-GB"/>
    </w:rPr>
  </w:style>
  <w:style w:type="character" w:customStyle="1" w:styleId="Verweisprogr">
    <w:name w:val="Verweisprogr"/>
    <w:basedOn w:val="Absatz-Standardschriftart"/>
    <w:rsid w:val="004A4055"/>
    <w:rPr>
      <w:color w:val="auto"/>
    </w:rPr>
  </w:style>
  <w:style w:type="character" w:customStyle="1" w:styleId="Quelle">
    <w:name w:val="Quelle"/>
    <w:basedOn w:val="Absatz-Standardschriftart"/>
    <w:rsid w:val="004A4055"/>
    <w:rPr>
      <w:i/>
      <w:color w:val="auto"/>
    </w:rPr>
  </w:style>
  <w:style w:type="character" w:customStyle="1" w:styleId="Filter">
    <w:name w:val="Filter"/>
    <w:rsid w:val="004A4055"/>
    <w:rPr>
      <w:b/>
      <w:vanish/>
      <w:color w:val="auto"/>
    </w:rPr>
  </w:style>
  <w:style w:type="character" w:customStyle="1" w:styleId="MusterArt">
    <w:name w:val="Muster Art"/>
    <w:basedOn w:val="Absatz-Standardschriftart"/>
    <w:rsid w:val="004A4055"/>
    <w:rPr>
      <w:vanish/>
      <w:color w:val="C0C0C0"/>
    </w:rPr>
  </w:style>
  <w:style w:type="paragraph" w:customStyle="1" w:styleId="Zwischenberschrift4">
    <w:name w:val="Zwischenüberschrift 4"/>
    <w:basedOn w:val="Zwischenberschrift3"/>
    <w:next w:val="Textblock"/>
    <w:autoRedefine/>
    <w:rsid w:val="004A4055"/>
    <w:pPr>
      <w:outlineLvl w:val="5"/>
    </w:pPr>
  </w:style>
  <w:style w:type="paragraph" w:customStyle="1" w:styleId="Zwischenberschrift5">
    <w:name w:val="Zwischenüberschrift 5"/>
    <w:basedOn w:val="Zwischenberschrift4"/>
    <w:autoRedefine/>
    <w:rsid w:val="004A4055"/>
    <w:pPr>
      <w:outlineLvl w:val="6"/>
    </w:pPr>
    <w:rPr>
      <w:i w:val="0"/>
    </w:rPr>
  </w:style>
  <w:style w:type="paragraph" w:customStyle="1" w:styleId="Muster2Titel">
    <w:name w:val="Muster 2 Titel"/>
    <w:basedOn w:val="Muster2Textblock"/>
    <w:next w:val="Muster2Textblock"/>
    <w:autoRedefine/>
    <w:rsid w:val="004A4055"/>
    <w:pPr>
      <w:keepNext/>
      <w:spacing w:before="240"/>
    </w:pPr>
    <w:rPr>
      <w:b/>
    </w:rPr>
  </w:style>
  <w:style w:type="paragraph" w:customStyle="1" w:styleId="Muster2Textblock">
    <w:name w:val="Muster 2 Textblock"/>
    <w:basedOn w:val="Textblock"/>
    <w:autoRedefine/>
    <w:rsid w:val="004A4055"/>
    <w:pPr>
      <w:spacing w:before="60" w:after="60" w:line="220" w:lineRule="exact"/>
    </w:pPr>
    <w:rPr>
      <w:sz w:val="16"/>
    </w:rPr>
  </w:style>
  <w:style w:type="paragraph" w:customStyle="1" w:styleId="Muster2Liste1">
    <w:name w:val="Muster 2 Liste 1"/>
    <w:basedOn w:val="Liste1"/>
    <w:autoRedefine/>
    <w:rsid w:val="004A4055"/>
    <w:pPr>
      <w:spacing w:after="0" w:line="220" w:lineRule="exact"/>
    </w:pPr>
    <w:rPr>
      <w:sz w:val="16"/>
      <w:szCs w:val="16"/>
    </w:rPr>
  </w:style>
  <w:style w:type="paragraph" w:customStyle="1" w:styleId="Muster2Liste1numerisch">
    <w:name w:val="Muster 2 Liste 1 numerisch"/>
    <w:basedOn w:val="Muster2Liste1"/>
    <w:autoRedefine/>
    <w:rsid w:val="004A4055"/>
    <w:pPr>
      <w:numPr>
        <w:numId w:val="50"/>
      </w:numPr>
      <w:tabs>
        <w:tab w:val="clear" w:pos="360"/>
      </w:tabs>
      <w:ind w:left="357" w:hanging="357"/>
    </w:pPr>
  </w:style>
  <w:style w:type="paragraph" w:customStyle="1" w:styleId="Muster2Liste1alphabetisch">
    <w:name w:val="Muster 2 Liste 1 alphabetisch"/>
    <w:basedOn w:val="Muster2Liste1"/>
    <w:autoRedefine/>
    <w:rsid w:val="004A4055"/>
    <w:pPr>
      <w:numPr>
        <w:numId w:val="43"/>
      </w:numPr>
      <w:tabs>
        <w:tab w:val="clear" w:pos="360"/>
      </w:tabs>
      <w:ind w:left="357" w:hanging="357"/>
    </w:pPr>
  </w:style>
  <w:style w:type="paragraph" w:customStyle="1" w:styleId="Muster2Liste1fortsetzen">
    <w:name w:val="Muster 2 Liste 1 fortsetzen"/>
    <w:basedOn w:val="Muster2Liste1"/>
    <w:autoRedefine/>
    <w:rsid w:val="004A4055"/>
    <w:pPr>
      <w:numPr>
        <w:numId w:val="0"/>
      </w:numPr>
      <w:ind w:left="357"/>
    </w:pPr>
  </w:style>
  <w:style w:type="paragraph" w:customStyle="1" w:styleId="Muster2Liste2">
    <w:name w:val="Muster 2 Liste 2"/>
    <w:basedOn w:val="Liste2"/>
    <w:autoRedefine/>
    <w:rsid w:val="004A4055"/>
    <w:pPr>
      <w:numPr>
        <w:numId w:val="49"/>
      </w:numPr>
      <w:tabs>
        <w:tab w:val="clear" w:pos="2988"/>
      </w:tabs>
      <w:spacing w:after="0" w:line="220" w:lineRule="exact"/>
      <w:ind w:left="714" w:hanging="357"/>
    </w:pPr>
    <w:rPr>
      <w:sz w:val="16"/>
    </w:rPr>
  </w:style>
  <w:style w:type="paragraph" w:customStyle="1" w:styleId="Muster2Liste2numerisch">
    <w:name w:val="Muster 2 Liste 2 numerisch"/>
    <w:basedOn w:val="Muster2Liste2"/>
    <w:autoRedefine/>
    <w:rsid w:val="004A4055"/>
    <w:pPr>
      <w:numPr>
        <w:numId w:val="52"/>
      </w:numPr>
      <w:tabs>
        <w:tab w:val="clear" w:pos="717"/>
      </w:tabs>
      <w:ind w:left="714" w:hanging="357"/>
    </w:pPr>
  </w:style>
  <w:style w:type="paragraph" w:customStyle="1" w:styleId="Muster2Liste2alphabetisch">
    <w:name w:val="Muster 2 Liste 2 alphabetisch"/>
    <w:basedOn w:val="Muster2Liste1"/>
    <w:autoRedefine/>
    <w:rsid w:val="004A4055"/>
    <w:pPr>
      <w:numPr>
        <w:numId w:val="51"/>
      </w:numPr>
      <w:tabs>
        <w:tab w:val="clear" w:pos="717"/>
      </w:tabs>
      <w:ind w:left="714" w:hanging="357"/>
    </w:pPr>
  </w:style>
  <w:style w:type="paragraph" w:customStyle="1" w:styleId="Muster2Liste2fortsetzen">
    <w:name w:val="Muster 2 Liste 2 fortsetzen"/>
    <w:basedOn w:val="Muster2Liste2"/>
    <w:autoRedefine/>
    <w:rsid w:val="004A4055"/>
    <w:pPr>
      <w:numPr>
        <w:numId w:val="0"/>
      </w:numPr>
      <w:ind w:left="714"/>
    </w:pPr>
  </w:style>
  <w:style w:type="character" w:customStyle="1" w:styleId="id">
    <w:name w:val="id"/>
    <w:rsid w:val="004A4055"/>
    <w:rPr>
      <w:vanish/>
      <w:color w:val="C0C0C0"/>
    </w:rPr>
  </w:style>
  <w:style w:type="character" w:customStyle="1" w:styleId="verweis-id">
    <w:name w:val="verweis-id"/>
    <w:rsid w:val="004A4055"/>
    <w:rPr>
      <w:vanish/>
      <w:color w:val="C0C0C0"/>
    </w:rPr>
  </w:style>
  <w:style w:type="character" w:customStyle="1" w:styleId="ziel-id">
    <w:name w:val="ziel-id"/>
    <w:rsid w:val="004A4055"/>
    <w:rPr>
      <w:vanish/>
      <w:color w:val="C0C0C0"/>
    </w:rPr>
  </w:style>
  <w:style w:type="character" w:customStyle="1" w:styleId="DBEntity">
    <w:name w:val="DBEntity"/>
    <w:rsid w:val="004A4055"/>
    <w:rPr>
      <w:vanish/>
      <w:color w:val="C0C0C0"/>
    </w:rPr>
  </w:style>
  <w:style w:type="character" w:customStyle="1" w:styleId="Satznr">
    <w:name w:val="Satznr"/>
    <w:basedOn w:val="Absatz-Standardschriftart"/>
    <w:rPr>
      <w:color w:val="800080"/>
      <w:vertAlign w:val="superscript"/>
    </w:rPr>
  </w:style>
  <w:style w:type="paragraph" w:customStyle="1" w:styleId="VorschriftListe1manuell">
    <w:name w:val="Vorschrift Liste 1 manuell"/>
    <w:basedOn w:val="Standard"/>
    <w:pPr>
      <w:numPr>
        <w:numId w:val="17"/>
      </w:numPr>
      <w:tabs>
        <w:tab w:val="num" w:pos="1891"/>
        <w:tab w:val="left" w:pos="1928"/>
      </w:tabs>
      <w:spacing w:before="40" w:after="40" w:line="300" w:lineRule="auto"/>
      <w:ind w:left="1888" w:hanging="357"/>
    </w:pPr>
    <w:rPr>
      <w:rFonts w:ascii="Arial" w:hAnsi="Arial" w:cs="Arial"/>
      <w:color w:val="000000"/>
      <w:sz w:val="22"/>
      <w:szCs w:val="22"/>
    </w:rPr>
  </w:style>
  <w:style w:type="paragraph" w:customStyle="1" w:styleId="VorschriftListe2manuell">
    <w:name w:val="Vorschrift Liste 2 manuell"/>
    <w:basedOn w:val="Standard"/>
    <w:pPr>
      <w:numPr>
        <w:numId w:val="18"/>
      </w:numPr>
      <w:tabs>
        <w:tab w:val="left" w:pos="2285"/>
      </w:tabs>
      <w:spacing w:before="40" w:after="40" w:line="300" w:lineRule="auto"/>
      <w:ind w:left="2285" w:hanging="357"/>
    </w:pPr>
    <w:rPr>
      <w:rFonts w:ascii="Arial" w:hAnsi="Arial" w:cs="Arial"/>
      <w:color w:val="000000"/>
      <w:sz w:val="22"/>
      <w:szCs w:val="22"/>
    </w:rPr>
  </w:style>
  <w:style w:type="character" w:customStyle="1" w:styleId="lfdnr">
    <w:name w:val="lfdnr"/>
    <w:rPr>
      <w:vanish/>
      <w:color w:val="C0C0C0"/>
    </w:rPr>
  </w:style>
  <w:style w:type="paragraph" w:customStyle="1" w:styleId="Aendtitel">
    <w:name w:val="Aendtitel"/>
    <w:basedOn w:val="Standard"/>
    <w:pPr>
      <w:widowControl w:val="0"/>
      <w:autoSpaceDE w:val="0"/>
      <w:autoSpaceDN w:val="0"/>
      <w:adjustRightInd w:val="0"/>
    </w:pPr>
  </w:style>
  <w:style w:type="paragraph" w:customStyle="1" w:styleId="Aenddatum">
    <w:name w:val="Aenddatum"/>
    <w:basedOn w:val="Standard"/>
    <w:pPr>
      <w:widowControl w:val="0"/>
      <w:autoSpaceDE w:val="0"/>
      <w:autoSpaceDN w:val="0"/>
      <w:adjustRightInd w:val="0"/>
    </w:pPr>
  </w:style>
  <w:style w:type="paragraph" w:customStyle="1" w:styleId="Aendart">
    <w:name w:val="Aendart"/>
    <w:basedOn w:val="Standard"/>
    <w:pPr>
      <w:widowControl w:val="0"/>
      <w:autoSpaceDE w:val="0"/>
      <w:autoSpaceDN w:val="0"/>
      <w:adjustRightInd w:val="0"/>
    </w:pPr>
  </w:style>
  <w:style w:type="paragraph" w:customStyle="1" w:styleId="Aendfund">
    <w:name w:val="Aendfund"/>
    <w:basedOn w:val="Standard"/>
    <w:pPr>
      <w:widowControl w:val="0"/>
      <w:autoSpaceDE w:val="0"/>
      <w:autoSpaceDN w:val="0"/>
      <w:adjustRightInd w:val="0"/>
    </w:pPr>
  </w:style>
  <w:style w:type="character" w:customStyle="1" w:styleId="bildart">
    <w:name w:val="bildart"/>
    <w:rsid w:val="004A4055"/>
    <w:rPr>
      <w:vanish/>
      <w:color w:val="C0C0C0"/>
    </w:rPr>
  </w:style>
  <w:style w:type="character" w:customStyle="1" w:styleId="anzeige">
    <w:name w:val="anzeige"/>
    <w:rsid w:val="004A4055"/>
    <w:rPr>
      <w:vanish/>
      <w:color w:val="C0C0C0"/>
    </w:rPr>
  </w:style>
  <w:style w:type="character" w:customStyle="1" w:styleId="breite">
    <w:name w:val="breite"/>
    <w:rsid w:val="004A4055"/>
    <w:rPr>
      <w:vanish/>
      <w:color w:val="C0C0C0"/>
    </w:rPr>
  </w:style>
  <w:style w:type="paragraph" w:customStyle="1" w:styleId="Textblock">
    <w:name w:val="Textblock"/>
    <w:autoRedefine/>
    <w:rsid w:val="00B404C6"/>
    <w:pPr>
      <w:spacing w:after="120" w:line="260" w:lineRule="exact"/>
      <w:ind w:right="2098"/>
      <w:jc w:val="both"/>
      <w:outlineLvl w:val="3"/>
    </w:pPr>
    <w:rPr>
      <w:rFonts w:ascii="Arial" w:hAnsi="Arial"/>
      <w:color w:val="000000"/>
      <w:sz w:val="22"/>
      <w:szCs w:val="22"/>
    </w:rPr>
  </w:style>
  <w:style w:type="character" w:styleId="Seitenzahl">
    <w:name w:val="page number"/>
    <w:basedOn w:val="Absatz-Standardschriftart"/>
    <w:rsid w:val="004A4055"/>
  </w:style>
  <w:style w:type="paragraph" w:customStyle="1" w:styleId="Grafik">
    <w:name w:val="Grafik"/>
    <w:next w:val="Textblock"/>
    <w:autoRedefine/>
    <w:rsid w:val="004A4055"/>
    <w:pPr>
      <w:framePr w:w="7088" w:wrap="notBeside" w:vAnchor="text" w:hAnchor="margin" w:y="1"/>
      <w:ind w:right="1332"/>
      <w:outlineLvl w:val="2"/>
    </w:pPr>
    <w:rPr>
      <w:rFonts w:ascii="Arial" w:hAnsi="Arial"/>
      <w:sz w:val="22"/>
      <w:szCs w:val="22"/>
    </w:rPr>
  </w:style>
  <w:style w:type="paragraph" w:customStyle="1" w:styleId="GrafikLight">
    <w:name w:val="GrafikLight"/>
    <w:next w:val="Textblock"/>
    <w:rsid w:val="004A4055"/>
    <w:pPr>
      <w:framePr w:wrap="notBeside" w:vAnchor="text" w:hAnchor="margin" w:y="1"/>
    </w:pPr>
    <w:rPr>
      <w:color w:val="000000"/>
      <w:sz w:val="24"/>
      <w:szCs w:val="24"/>
    </w:rPr>
  </w:style>
  <w:style w:type="character" w:customStyle="1" w:styleId="VorschriftTextblockChar">
    <w:name w:val="Vorschrift Textblock Char"/>
    <w:basedOn w:val="Absatz-Standardschriftart"/>
    <w:link w:val="VorschriftTextblock"/>
    <w:rsid w:val="004A4055"/>
    <w:rPr>
      <w:rFonts w:ascii="Arial" w:hAnsi="Arial"/>
      <w:color w:val="000000"/>
      <w:szCs w:val="24"/>
      <w:lang w:val="en-GB" w:eastAsia="de-DE" w:bidi="ar-SA"/>
    </w:rPr>
  </w:style>
  <w:style w:type="character" w:customStyle="1" w:styleId="VorschriftListe1Char">
    <w:name w:val="Vorschrift Liste 1 Char"/>
    <w:basedOn w:val="VorschriftTextblockChar"/>
    <w:link w:val="VorschriftListe1"/>
    <w:rsid w:val="004A4055"/>
    <w:rPr>
      <w:rFonts w:ascii="Arial" w:hAnsi="Arial"/>
      <w:color w:val="000000"/>
      <w:szCs w:val="24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EKA\Vorlagen\Office\WekaLayout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WekaLayout1.dot</Template>
  <TotalTime>0</TotalTime>
  <Pages>1</Pages>
  <Words>79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_x0013_DOKVARIABLE KAPITELNR \* MERGEFORMAT _x0014_1_x0015_ Bekanntgabe des Nichtstattfindens der Betriebsratswahl gemäß § 9 Abs.2 WO</vt:lpstr>
    </vt:vector>
  </TitlesOfParts>
  <Company>WEKA MEDIA GmbH &amp; Co. KG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Michl, Melanie</cp:lastModifiedBy>
  <cp:revision>2</cp:revision>
  <dcterms:created xsi:type="dcterms:W3CDTF">2025-06-04T06:48:00Z</dcterms:created>
  <dcterms:modified xsi:type="dcterms:W3CDTF">2025-06-04T06:48:00Z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z_tabellen">
    <vt:lpwstr>0</vt:lpwstr>
  </property>
  <property fmtid="{D5CDD505-2E9C-101B-9397-08002B2CF9AE}" pid="3" name="anz_abb">
    <vt:lpwstr>0</vt:lpwstr>
  </property>
  <property fmtid="{D5CDD505-2E9C-101B-9397-08002B2CF9AE}" pid="4" name="dokumenttyp">
    <vt:lpwstr>Standardtext</vt:lpwstr>
  </property>
  <property fmtid="{D5CDD505-2E9C-101B-9397-08002B2CF9AE}" pid="5" name="dateiname">
    <vt:lpwstr>02_02_Durchführung der BW im herkömmlichen Wahlverfahren_03_08</vt:lpwstr>
  </property>
  <property fmtid="{D5CDD505-2E9C-101B-9397-08002B2CF9AE}" pid="6" name="autor">
    <vt:lpwstr>Schneppendahl,;</vt:lpwstr>
  </property>
  <property fmtid="{D5CDD505-2E9C-101B-9397-08002B2CF9AE}" pid="7" name="werknr">
    <vt:lpwstr>6999</vt:lpwstr>
  </property>
  <property fmtid="{D5CDD505-2E9C-101B-9397-08002B2CF9AE}" pid="8" name="werktitel">
    <vt:lpwstr>BR-Management</vt:lpwstr>
  </property>
  <property fmtid="{D5CDD505-2E9C-101B-9397-08002B2CF9AE}" pid="9" name="alstand">
    <vt:lpwstr>0</vt:lpwstr>
  </property>
  <property fmtid="{D5CDD505-2E9C-101B-9397-08002B2CF9AE}" pid="10" name="kapitelnr">
    <vt:lpwstr>1 </vt:lpwstr>
  </property>
  <property fmtid="{D5CDD505-2E9C-101B-9397-08002B2CF9AE}" pid="11" name="auspraegung2">
    <vt:lpwstr>Deutsch</vt:lpwstr>
  </property>
  <property fmtid="{D5CDD505-2E9C-101B-9397-08002B2CF9AE}" pid="12" name="ivz-titel">
    <vt:lpwstr>Bekanntgabe des Nichtstattfindens der Betriebsratswahl gemäß § 9 Abs.2 WO</vt:lpwstr>
  </property>
  <property fmtid="{D5CDD505-2E9C-101B-9397-08002B2CF9AE}" pid="13" name="datum">
    <vt:lpwstr>01.07.2004</vt:lpwstr>
  </property>
  <property fmtid="{D5CDD505-2E9C-101B-9397-08002B2CF9AE}" pid="14" name="speicherpfaddokumente">
    <vt:lpwstr>C:\</vt:lpwstr>
  </property>
  <property fmtid="{D5CDD505-2E9C-101B-9397-08002B2CF9AE}" pid="15" name="anz_formeln">
    <vt:lpwstr>0</vt:lpwstr>
  </property>
</Properties>
</file>